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095AC" w14:textId="6E795F8B" w:rsidR="004D36D7" w:rsidRPr="00FD4A68" w:rsidRDefault="004E2229" w:rsidP="00B47940">
      <w:pPr>
        <w:pStyle w:val="Title"/>
        <w:rPr>
          <w:rStyle w:val="LabTitleInstVersred"/>
          <w:b/>
          <w:color w:val="auto"/>
        </w:rPr>
      </w:pPr>
      <w:sdt>
        <w:sdtPr>
          <w:rPr>
            <w:b w:val="0"/>
            <w:color w:val="EE0000"/>
          </w:rPr>
          <w:alias w:val="Title"/>
          <w:tag w:val=""/>
          <w:id w:val="-487021785"/>
          <w:placeholder>
            <w:docPart w:val="40E161C9A3464F6C83E372A91BB29DC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060A0">
            <w:t>Lab - Using Wireshark to Observe the TCP 3-Way Handshake</w:t>
          </w:r>
        </w:sdtContent>
      </w:sdt>
    </w:p>
    <w:p w14:paraId="18AFEE09" w14:textId="77777777" w:rsidR="00D778DF" w:rsidRPr="00E70096" w:rsidRDefault="00FC2363" w:rsidP="00D452F4">
      <w:pPr>
        <w:pStyle w:val="Heading1"/>
      </w:pPr>
      <w:r>
        <w:t xml:space="preserve">Mininet </w:t>
      </w:r>
      <w:r w:rsidR="00D778DF" w:rsidRPr="00E70096">
        <w:t>Topology</w:t>
      </w:r>
    </w:p>
    <w:p w14:paraId="304B8D76" w14:textId="77777777" w:rsidR="00D778DF" w:rsidRDefault="00FC2363" w:rsidP="00D778DF">
      <w:pPr>
        <w:pStyle w:val="Visual"/>
      </w:pPr>
      <w:r>
        <w:rPr>
          <w:noProof/>
        </w:rPr>
        <w:drawing>
          <wp:inline distT="0" distB="0" distL="0" distR="0" wp14:anchorId="37469BD8" wp14:editId="2AD56D16">
            <wp:extent cx="5524500" cy="3870559"/>
            <wp:effectExtent l="0" t="0" r="0" b="0"/>
            <wp:docPr id="3" name="Picture 3" descr="Mininet Topology showing two local area networks. The 172.16.0.0/12 has one workstation directly attached. The 10.0.0.0/24 network has three workstations attached via a swi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27502" cy="3872662"/>
                    </a:xfrm>
                    <a:prstGeom prst="rect">
                      <a:avLst/>
                    </a:prstGeom>
                  </pic:spPr>
                </pic:pic>
              </a:graphicData>
            </a:graphic>
          </wp:inline>
        </w:drawing>
      </w:r>
    </w:p>
    <w:p w14:paraId="5D7EB890" w14:textId="77777777" w:rsidR="00D778DF" w:rsidRPr="00E70096" w:rsidRDefault="00D778DF" w:rsidP="00D452F4">
      <w:pPr>
        <w:pStyle w:val="Heading1"/>
      </w:pPr>
      <w:r w:rsidRPr="00E70096">
        <w:t>Objectives</w:t>
      </w:r>
    </w:p>
    <w:p w14:paraId="617B5E34" w14:textId="77777777" w:rsidR="00FC2363" w:rsidRPr="00C703D6" w:rsidRDefault="00FC2363" w:rsidP="00FC2363">
      <w:pPr>
        <w:pStyle w:val="BodyTextL25Bold"/>
      </w:pPr>
      <w:r>
        <w:t xml:space="preserve">Part </w:t>
      </w:r>
      <w:r w:rsidRPr="00D01E4E">
        <w:rPr>
          <w:noProof/>
        </w:rPr>
        <w:t>1:</w:t>
      </w:r>
      <w:r>
        <w:t xml:space="preserve"> Prepare the Hosts to Capture the Traffic</w:t>
      </w:r>
    </w:p>
    <w:p w14:paraId="54D9CE53" w14:textId="77777777" w:rsidR="00FC2363" w:rsidRDefault="00FC2363" w:rsidP="00FC2363">
      <w:pPr>
        <w:pStyle w:val="BodyTextL25Bold"/>
      </w:pPr>
      <w:r>
        <w:t>Part 2: Analyze the Packets using Wireshark</w:t>
      </w:r>
    </w:p>
    <w:p w14:paraId="42CD3366" w14:textId="77777777" w:rsidR="00FC2363" w:rsidRPr="00C703D6" w:rsidRDefault="00FC2363" w:rsidP="00FC2363">
      <w:pPr>
        <w:pStyle w:val="BodyTextL25Bold"/>
      </w:pPr>
      <w:r>
        <w:t xml:space="preserve">Part 3: View the Packets using </w:t>
      </w:r>
      <w:proofErr w:type="spellStart"/>
      <w:r>
        <w:t>tcpdump</w:t>
      </w:r>
      <w:proofErr w:type="spellEnd"/>
    </w:p>
    <w:p w14:paraId="5539A373" w14:textId="77777777" w:rsidR="00D778DF" w:rsidRDefault="00D778DF" w:rsidP="00D452F4">
      <w:pPr>
        <w:pStyle w:val="Heading1"/>
      </w:pPr>
      <w:r w:rsidRPr="00E70096">
        <w:t>Background / Scenario</w:t>
      </w:r>
    </w:p>
    <w:p w14:paraId="1F4052FD" w14:textId="77777777" w:rsidR="00FC2363" w:rsidRDefault="00FC2363" w:rsidP="00FC2363">
      <w:pPr>
        <w:pStyle w:val="BodyTextL25"/>
      </w:pPr>
      <w:r>
        <w:t xml:space="preserve">In this lab, you will use Wireshark to capture and examine packets generated </w:t>
      </w:r>
      <w:r w:rsidRPr="00D01E4E">
        <w:rPr>
          <w:noProof/>
        </w:rPr>
        <w:t>between</w:t>
      </w:r>
      <w:r w:rsidRPr="00FF30F5">
        <w:t xml:space="preserve"> the PC browser using</w:t>
      </w:r>
      <w:r>
        <w:t xml:space="preserve"> the </w:t>
      </w:r>
      <w:proofErr w:type="spellStart"/>
      <w:r w:rsidRPr="001F4268">
        <w:t>HyperText</w:t>
      </w:r>
      <w:proofErr w:type="spellEnd"/>
      <w:r w:rsidRPr="001F4268">
        <w:t xml:space="preserve"> Transfer Protocol (HTTP)</w:t>
      </w:r>
      <w:r>
        <w:t xml:space="preserve"> and a web server, such </w:t>
      </w:r>
      <w:r w:rsidRPr="00CE2F31">
        <w:t xml:space="preserve">as </w:t>
      </w:r>
      <w:hyperlink r:id="rId9" w:history="1">
        <w:r w:rsidRPr="00CE2F31">
          <w:t>www.google.com</w:t>
        </w:r>
      </w:hyperlink>
      <w:r w:rsidRPr="00CE2F31">
        <w:t>.</w:t>
      </w:r>
      <w:r>
        <w:t xml:space="preserve"> When an application, such as HTTP or File Transfer Protocol (FTP) first starts on a host, TCP uses the three-way handshake to establish a reliable TCP session between the two hosts. For example, when a PC uses a web browser to surf the internet, a three-way handshake is </w:t>
      </w:r>
      <w:r w:rsidRPr="00D01E4E">
        <w:rPr>
          <w:noProof/>
        </w:rPr>
        <w:t>initiated</w:t>
      </w:r>
      <w:r>
        <w:rPr>
          <w:noProof/>
        </w:rPr>
        <w:t>,</w:t>
      </w:r>
      <w:r>
        <w:t xml:space="preserve"> and a session is established between the PC host and web server. A PC can have multiple, simultaneous, active TCP sessions with various web sites.</w:t>
      </w:r>
    </w:p>
    <w:p w14:paraId="352483A3" w14:textId="77777777" w:rsidR="00D778DF" w:rsidRPr="00E70096" w:rsidRDefault="00D778DF" w:rsidP="00D452F4">
      <w:pPr>
        <w:pStyle w:val="Heading1"/>
      </w:pPr>
      <w:r w:rsidRPr="00E70096">
        <w:t>Required Resources</w:t>
      </w:r>
    </w:p>
    <w:p w14:paraId="1B6044D5" w14:textId="3BF6C3D8" w:rsidR="00FC2363" w:rsidRDefault="00FC2363" w:rsidP="00FC2363">
      <w:pPr>
        <w:pStyle w:val="Bulletlevel1"/>
        <w:spacing w:before="60" w:after="60" w:line="276" w:lineRule="auto"/>
      </w:pPr>
      <w:bookmarkStart w:id="0" w:name="OLE_LINK1"/>
      <w:proofErr w:type="spellStart"/>
      <w:r w:rsidRPr="00307789">
        <w:t>CyberOps</w:t>
      </w:r>
      <w:proofErr w:type="spellEnd"/>
      <w:r w:rsidRPr="00307789">
        <w:t xml:space="preserve"> Workstation </w:t>
      </w:r>
      <w:r w:rsidR="0039389B">
        <w:t>v</w:t>
      </w:r>
      <w:r w:rsidRPr="00307789">
        <w:t xml:space="preserve">irtual </w:t>
      </w:r>
      <w:r w:rsidR="0039389B">
        <w:t>m</w:t>
      </w:r>
      <w:r w:rsidRPr="00307789">
        <w:t>achine</w:t>
      </w:r>
    </w:p>
    <w:bookmarkEnd w:id="0"/>
    <w:p w14:paraId="24C8D6E4" w14:textId="21691208" w:rsidR="00125806" w:rsidRDefault="00125806" w:rsidP="00D452F4">
      <w:pPr>
        <w:pStyle w:val="Heading1"/>
      </w:pPr>
      <w:r>
        <w:lastRenderedPageBreak/>
        <w:t>Instructions</w:t>
      </w:r>
    </w:p>
    <w:p w14:paraId="56E5782C" w14:textId="3C4023D3" w:rsidR="009C330C" w:rsidRPr="009C330C" w:rsidRDefault="009C330C" w:rsidP="009C330C">
      <w:pPr>
        <w:pStyle w:val="Heading2"/>
      </w:pPr>
      <w:r>
        <w:t>Prepare the Hosts to Capture the Traffic</w:t>
      </w:r>
    </w:p>
    <w:p w14:paraId="76D14AFF" w14:textId="77777777" w:rsidR="00FC2363" w:rsidRDefault="00FC2363" w:rsidP="00FC2363">
      <w:pPr>
        <w:pStyle w:val="SubStepAlpha"/>
      </w:pPr>
      <w:r>
        <w:t xml:space="preserve">Start the </w:t>
      </w:r>
      <w:proofErr w:type="spellStart"/>
      <w:r>
        <w:t>CyberOps</w:t>
      </w:r>
      <w:proofErr w:type="spellEnd"/>
      <w:r>
        <w:t xml:space="preserve"> VM. Log in with username </w:t>
      </w:r>
      <w:r>
        <w:rPr>
          <w:b/>
        </w:rPr>
        <w:t>analyst</w:t>
      </w:r>
      <w:r>
        <w:t xml:space="preserve"> and the password </w:t>
      </w:r>
      <w:proofErr w:type="spellStart"/>
      <w:r>
        <w:rPr>
          <w:b/>
        </w:rPr>
        <w:t>cyberops</w:t>
      </w:r>
      <w:proofErr w:type="spellEnd"/>
      <w:r>
        <w:t>.</w:t>
      </w:r>
    </w:p>
    <w:p w14:paraId="563714A4" w14:textId="77777777" w:rsidR="00FC2363" w:rsidRDefault="00FC2363" w:rsidP="00FC2363">
      <w:pPr>
        <w:pStyle w:val="SubStepAlpha"/>
      </w:pPr>
      <w:r>
        <w:t>Start Mininet.</w:t>
      </w:r>
    </w:p>
    <w:p w14:paraId="1A1FC919" w14:textId="77777777" w:rsidR="00FC2363" w:rsidRDefault="00FC2363" w:rsidP="00FC2363">
      <w:pPr>
        <w:pStyle w:val="CMD"/>
      </w:pPr>
      <w:r>
        <w:t>[</w:t>
      </w:r>
      <w:proofErr w:type="spellStart"/>
      <w:r>
        <w:t>analyst@secOps</w:t>
      </w:r>
      <w:proofErr w:type="spellEnd"/>
      <w:r>
        <w:t xml:space="preserve"> </w:t>
      </w:r>
      <w:proofErr w:type="gramStart"/>
      <w:r>
        <w:t>~]$</w:t>
      </w:r>
      <w:proofErr w:type="gramEnd"/>
      <w:r>
        <w:t xml:space="preserve"> </w:t>
      </w:r>
      <w:proofErr w:type="spellStart"/>
      <w:r w:rsidRPr="00593014">
        <w:rPr>
          <w:b/>
        </w:rPr>
        <w:t>sudo</w:t>
      </w:r>
      <w:proofErr w:type="spellEnd"/>
      <w:r w:rsidRPr="00593014">
        <w:rPr>
          <w:b/>
        </w:rPr>
        <w:t xml:space="preserve"> lab.support.files/scripts/cyberops_topo.py</w:t>
      </w:r>
    </w:p>
    <w:p w14:paraId="50727EAD" w14:textId="77777777" w:rsidR="00FC2363" w:rsidRDefault="00FC2363" w:rsidP="00FC2363">
      <w:pPr>
        <w:pStyle w:val="SubStepAlpha"/>
      </w:pPr>
      <w:r>
        <w:t>Start host H1 and H4 in Mininet.</w:t>
      </w:r>
    </w:p>
    <w:p w14:paraId="53728E56" w14:textId="77777777" w:rsidR="00FC2363" w:rsidRDefault="00FC2363" w:rsidP="00FC2363">
      <w:pPr>
        <w:pStyle w:val="CMD"/>
      </w:pPr>
      <w:r>
        <w:t>*** Starting CLI:</w:t>
      </w:r>
    </w:p>
    <w:p w14:paraId="6CCB4AC3" w14:textId="77777777" w:rsidR="00FC2363" w:rsidRDefault="00FC2363" w:rsidP="00FC2363">
      <w:pPr>
        <w:pStyle w:val="CMD"/>
      </w:pPr>
      <w:proofErr w:type="spellStart"/>
      <w:r>
        <w:t>mininet</w:t>
      </w:r>
      <w:proofErr w:type="spellEnd"/>
      <w:r>
        <w:t xml:space="preserve">&gt; </w:t>
      </w:r>
      <w:proofErr w:type="spellStart"/>
      <w:r w:rsidRPr="00B07ABA">
        <w:rPr>
          <w:b/>
        </w:rPr>
        <w:t>xterm</w:t>
      </w:r>
      <w:proofErr w:type="spellEnd"/>
      <w:r w:rsidRPr="00B07ABA">
        <w:rPr>
          <w:b/>
        </w:rPr>
        <w:t xml:space="preserve"> </w:t>
      </w:r>
      <w:r>
        <w:rPr>
          <w:b/>
        </w:rPr>
        <w:t>H1</w:t>
      </w:r>
    </w:p>
    <w:p w14:paraId="4E000CA8" w14:textId="77777777" w:rsidR="00FC2363" w:rsidRDefault="00FC2363" w:rsidP="00FC2363">
      <w:pPr>
        <w:pStyle w:val="CMD"/>
      </w:pPr>
      <w:proofErr w:type="spellStart"/>
      <w:r>
        <w:t>mininet</w:t>
      </w:r>
      <w:proofErr w:type="spellEnd"/>
      <w:r>
        <w:t xml:space="preserve">&gt; </w:t>
      </w:r>
      <w:proofErr w:type="spellStart"/>
      <w:r w:rsidRPr="00B07ABA">
        <w:rPr>
          <w:b/>
        </w:rPr>
        <w:t>xterm</w:t>
      </w:r>
      <w:proofErr w:type="spellEnd"/>
      <w:r w:rsidRPr="00B07ABA">
        <w:rPr>
          <w:b/>
        </w:rPr>
        <w:t xml:space="preserve"> </w:t>
      </w:r>
      <w:r>
        <w:rPr>
          <w:b/>
        </w:rPr>
        <w:t>H4</w:t>
      </w:r>
    </w:p>
    <w:p w14:paraId="72F25F92" w14:textId="77777777" w:rsidR="00FC2363" w:rsidRDefault="00FC2363" w:rsidP="00FC2363">
      <w:pPr>
        <w:pStyle w:val="SubStepAlpha"/>
      </w:pPr>
      <w:r>
        <w:t>Start the web server on H4.</w:t>
      </w:r>
    </w:p>
    <w:p w14:paraId="57495C5F" w14:textId="77777777" w:rsidR="00FC2363" w:rsidRDefault="00FC2363" w:rsidP="00FC2363">
      <w:pPr>
        <w:pStyle w:val="CMD"/>
        <w:rPr>
          <w:b/>
        </w:rPr>
      </w:pPr>
      <w:r w:rsidRPr="00D25546">
        <w:t>[</w:t>
      </w:r>
      <w:proofErr w:type="spellStart"/>
      <w:r w:rsidRPr="00D25546">
        <w:t>root@secOps</w:t>
      </w:r>
      <w:proofErr w:type="spellEnd"/>
      <w:r w:rsidRPr="00D25546">
        <w:t xml:space="preserve"> </w:t>
      </w:r>
      <w:proofErr w:type="gramStart"/>
      <w:r w:rsidRPr="00D25546">
        <w:t>analyst]#</w:t>
      </w:r>
      <w:proofErr w:type="gramEnd"/>
      <w:r w:rsidRPr="00D25546">
        <w:t xml:space="preserve"> </w:t>
      </w:r>
      <w:r w:rsidRPr="00D25546">
        <w:rPr>
          <w:b/>
        </w:rPr>
        <w:t>/home/analyst/</w:t>
      </w:r>
      <w:r>
        <w:rPr>
          <w:b/>
        </w:rPr>
        <w:t>lab.support.files/scripts/</w:t>
      </w:r>
      <w:r w:rsidRPr="00D25546">
        <w:rPr>
          <w:b/>
        </w:rPr>
        <w:t>reg_server_start.sh</w:t>
      </w:r>
    </w:p>
    <w:p w14:paraId="34699DED" w14:textId="3B7CFE3B" w:rsidR="00FC2363" w:rsidRDefault="00FC2363" w:rsidP="00FC2363">
      <w:pPr>
        <w:pStyle w:val="SubStepAlpha"/>
      </w:pPr>
      <w:r>
        <w:t>For security purposes</w:t>
      </w:r>
      <w:r w:rsidR="00F64756">
        <w:t>,</w:t>
      </w:r>
      <w:r>
        <w:t xml:space="preserve"> you are not able to run Firefox from the root user account. On host H1, use the switch user command to switch from the root user to the analyst user account: </w:t>
      </w:r>
    </w:p>
    <w:p w14:paraId="52DC58C6" w14:textId="77777777" w:rsidR="00FC2363" w:rsidRPr="00D40B2B" w:rsidRDefault="00FC2363" w:rsidP="00F64756">
      <w:pPr>
        <w:pStyle w:val="CMD"/>
      </w:pPr>
      <w:r w:rsidRPr="00D40B2B">
        <w:t>[</w:t>
      </w:r>
      <w:proofErr w:type="spellStart"/>
      <w:r w:rsidRPr="00D40B2B">
        <w:t>root@secOps</w:t>
      </w:r>
      <w:proofErr w:type="spellEnd"/>
      <w:r w:rsidRPr="00D40B2B">
        <w:t xml:space="preserve"> </w:t>
      </w:r>
      <w:proofErr w:type="gramStart"/>
      <w:r w:rsidRPr="00D40B2B">
        <w:t>analyst]#</w:t>
      </w:r>
      <w:proofErr w:type="gramEnd"/>
      <w:r w:rsidRPr="00D40B2B">
        <w:t xml:space="preserve"> </w:t>
      </w:r>
      <w:proofErr w:type="spellStart"/>
      <w:r>
        <w:rPr>
          <w:b/>
        </w:rPr>
        <w:t>su</w:t>
      </w:r>
      <w:proofErr w:type="spellEnd"/>
      <w:r>
        <w:rPr>
          <w:b/>
        </w:rPr>
        <w:t xml:space="preserve"> analyst</w:t>
      </w:r>
    </w:p>
    <w:p w14:paraId="6A468F4D" w14:textId="77777777" w:rsidR="00FC2363" w:rsidRDefault="00FC2363" w:rsidP="00FC2363">
      <w:pPr>
        <w:pStyle w:val="SubStepAlpha"/>
      </w:pPr>
      <w:r>
        <w:t>Start the web browser on H1. This will take a few moments.</w:t>
      </w:r>
    </w:p>
    <w:p w14:paraId="2FF461FA" w14:textId="77777777" w:rsidR="00FC2363" w:rsidRDefault="00FC2363" w:rsidP="00FC2363">
      <w:pPr>
        <w:pStyle w:val="CMD"/>
        <w:rPr>
          <w:b/>
        </w:rPr>
      </w:pPr>
      <w:r w:rsidRPr="00DC2C1A">
        <w:t>[</w:t>
      </w:r>
      <w:proofErr w:type="spellStart"/>
      <w:r>
        <w:t>analyst</w:t>
      </w:r>
      <w:r w:rsidRPr="00DC2C1A">
        <w:t>@secOps</w:t>
      </w:r>
      <w:proofErr w:type="spellEnd"/>
      <w:r w:rsidRPr="00DC2C1A">
        <w:t xml:space="preserve"> </w:t>
      </w:r>
      <w:proofErr w:type="gramStart"/>
      <w:r>
        <w:t>~</w:t>
      </w:r>
      <w:r w:rsidRPr="00DC2C1A">
        <w:t>]</w:t>
      </w:r>
      <w:r>
        <w:t>$</w:t>
      </w:r>
      <w:proofErr w:type="gramEnd"/>
      <w:r>
        <w:t xml:space="preserve"> </w:t>
      </w:r>
      <w:proofErr w:type="spellStart"/>
      <w:r w:rsidRPr="00DC2C1A">
        <w:rPr>
          <w:b/>
        </w:rPr>
        <w:t>firefox</w:t>
      </w:r>
      <w:proofErr w:type="spellEnd"/>
      <w:r w:rsidRPr="00DC2C1A">
        <w:rPr>
          <w:b/>
        </w:rPr>
        <w:t xml:space="preserve"> &amp;</w:t>
      </w:r>
    </w:p>
    <w:p w14:paraId="4D5F87F7" w14:textId="77777777" w:rsidR="00FC2363" w:rsidRDefault="00FC2363" w:rsidP="00FC2363">
      <w:pPr>
        <w:pStyle w:val="SubStepAlpha"/>
      </w:pPr>
      <w:r>
        <w:t xml:space="preserve">After the Firefox window opens, start a </w:t>
      </w:r>
      <w:proofErr w:type="spellStart"/>
      <w:r>
        <w:t>tcpdump</w:t>
      </w:r>
      <w:proofErr w:type="spellEnd"/>
      <w:r>
        <w:t xml:space="preserve"> session in the terminal </w:t>
      </w:r>
      <w:r>
        <w:rPr>
          <w:b/>
        </w:rPr>
        <w:t xml:space="preserve">Node: H1 </w:t>
      </w:r>
      <w:r>
        <w:t xml:space="preserve">and send the output to a file called </w:t>
      </w:r>
      <w:proofErr w:type="spellStart"/>
      <w:proofErr w:type="gramStart"/>
      <w:r w:rsidRPr="00574D8A">
        <w:rPr>
          <w:b/>
        </w:rPr>
        <w:t>capture.pcap</w:t>
      </w:r>
      <w:proofErr w:type="spellEnd"/>
      <w:proofErr w:type="gramEnd"/>
      <w:r>
        <w:t>. With the -v option, you can watch the progress. This capture will stop after capturing 50 packets, as it is configured with the option -c 50.</w:t>
      </w:r>
    </w:p>
    <w:p w14:paraId="64EFE7E5" w14:textId="77777777" w:rsidR="00FC2363" w:rsidRDefault="00FC2363" w:rsidP="00FC2363">
      <w:pPr>
        <w:pStyle w:val="CMD"/>
      </w:pPr>
      <w:r w:rsidRPr="00DC2C1A">
        <w:t>[</w:t>
      </w:r>
      <w:proofErr w:type="spellStart"/>
      <w:r>
        <w:t>analyst</w:t>
      </w:r>
      <w:r w:rsidRPr="00DC2C1A">
        <w:t>@secOps</w:t>
      </w:r>
      <w:proofErr w:type="spellEnd"/>
      <w:r w:rsidRPr="00DC2C1A">
        <w:t xml:space="preserve"> </w:t>
      </w:r>
      <w:proofErr w:type="gramStart"/>
      <w:r>
        <w:t>~</w:t>
      </w:r>
      <w:r w:rsidRPr="00DC2C1A">
        <w:t>]</w:t>
      </w:r>
      <w:r>
        <w:t>$</w:t>
      </w:r>
      <w:proofErr w:type="gramEnd"/>
      <w:r w:rsidRPr="00DC2C1A">
        <w:t xml:space="preserve"> </w:t>
      </w:r>
      <w:proofErr w:type="spellStart"/>
      <w:r w:rsidRPr="00D40B2B">
        <w:rPr>
          <w:b/>
          <w:bCs/>
        </w:rPr>
        <w:t>sudo</w:t>
      </w:r>
      <w:proofErr w:type="spellEnd"/>
      <w:r w:rsidRPr="00D40B2B">
        <w:rPr>
          <w:b/>
          <w:bCs/>
        </w:rPr>
        <w:t xml:space="preserve"> </w:t>
      </w:r>
      <w:proofErr w:type="spellStart"/>
      <w:r w:rsidRPr="002221DC">
        <w:rPr>
          <w:b/>
        </w:rPr>
        <w:t>tcpdump</w:t>
      </w:r>
      <w:proofErr w:type="spellEnd"/>
      <w:r w:rsidRPr="002221DC">
        <w:rPr>
          <w:b/>
        </w:rPr>
        <w:t xml:space="preserve"> -</w:t>
      </w:r>
      <w:proofErr w:type="spellStart"/>
      <w:r w:rsidRPr="002221DC">
        <w:rPr>
          <w:b/>
        </w:rPr>
        <w:t>i</w:t>
      </w:r>
      <w:proofErr w:type="spellEnd"/>
      <w:r w:rsidRPr="002221DC">
        <w:rPr>
          <w:b/>
        </w:rPr>
        <w:t xml:space="preserve"> H1-eth0 -v -c 50 -w /home/analyst/</w:t>
      </w:r>
      <w:proofErr w:type="spellStart"/>
      <w:r w:rsidRPr="002221DC">
        <w:rPr>
          <w:b/>
        </w:rPr>
        <w:t>capture.pcap</w:t>
      </w:r>
      <w:proofErr w:type="spellEnd"/>
    </w:p>
    <w:p w14:paraId="62A01BDF" w14:textId="77777777" w:rsidR="00FC2363" w:rsidRDefault="00FC2363" w:rsidP="00FC2363">
      <w:pPr>
        <w:pStyle w:val="SubStepAlpha"/>
      </w:pPr>
      <w:r>
        <w:t xml:space="preserve">After the </w:t>
      </w:r>
      <w:proofErr w:type="spellStart"/>
      <w:r>
        <w:t>tcpdump</w:t>
      </w:r>
      <w:proofErr w:type="spellEnd"/>
      <w:r>
        <w:t xml:space="preserve"> starts, quickly navigate to 172.16.0.40 in the Firefox web browser.</w:t>
      </w:r>
    </w:p>
    <w:p w14:paraId="335A387E" w14:textId="77777777" w:rsidR="00FC2363" w:rsidRPr="00FD32D3" w:rsidRDefault="00FC2363" w:rsidP="00FC2363">
      <w:pPr>
        <w:pStyle w:val="Heading2"/>
      </w:pPr>
      <w:r>
        <w:t>Analyze the Packets using Wireshark</w:t>
      </w:r>
    </w:p>
    <w:p w14:paraId="273604A1" w14:textId="77777777" w:rsidR="00FC2363" w:rsidRDefault="00FC2363" w:rsidP="00FC2363">
      <w:pPr>
        <w:pStyle w:val="Heading3"/>
      </w:pPr>
      <w:r>
        <w:t>Apply a filter to the saved capture.</w:t>
      </w:r>
    </w:p>
    <w:p w14:paraId="5E5C5992" w14:textId="77777777" w:rsidR="00FC2363" w:rsidRDefault="00FC2363" w:rsidP="00FC2363">
      <w:pPr>
        <w:pStyle w:val="SubStepAlpha"/>
      </w:pPr>
      <w:r>
        <w:t>Press ENTER to see the prompt. Start Wireshark on</w:t>
      </w:r>
      <w:r w:rsidRPr="0032556F">
        <w:rPr>
          <w:b/>
        </w:rPr>
        <w:t xml:space="preserve"> Node: H1</w:t>
      </w:r>
      <w:r>
        <w:t xml:space="preserve">. Click </w:t>
      </w:r>
      <w:r>
        <w:rPr>
          <w:b/>
        </w:rPr>
        <w:t xml:space="preserve">OK </w:t>
      </w:r>
      <w:r>
        <w:t>when prompted by the warning regarding running Wireshark as superuser.</w:t>
      </w:r>
    </w:p>
    <w:p w14:paraId="17E52203" w14:textId="2D54EE6B" w:rsidR="00FC2363" w:rsidRDefault="00FC2363" w:rsidP="00FC2363">
      <w:pPr>
        <w:pStyle w:val="CMD"/>
        <w:rPr>
          <w:b/>
        </w:rPr>
      </w:pPr>
      <w:r w:rsidRPr="00424D71">
        <w:t>[</w:t>
      </w:r>
      <w:proofErr w:type="spellStart"/>
      <w:r>
        <w:t>analyst</w:t>
      </w:r>
      <w:r w:rsidRPr="00424D71">
        <w:t>@secOps</w:t>
      </w:r>
      <w:proofErr w:type="spellEnd"/>
      <w:r w:rsidRPr="00424D71">
        <w:t xml:space="preserve"> </w:t>
      </w:r>
      <w:proofErr w:type="gramStart"/>
      <w:r>
        <w:t>~</w:t>
      </w:r>
      <w:r w:rsidRPr="00424D71">
        <w:t>]</w:t>
      </w:r>
      <w:r>
        <w:t>$</w:t>
      </w:r>
      <w:proofErr w:type="gramEnd"/>
      <w:r w:rsidRPr="00424D71">
        <w:t xml:space="preserve"> </w:t>
      </w:r>
      <w:proofErr w:type="spellStart"/>
      <w:r w:rsidRPr="00424D71">
        <w:rPr>
          <w:b/>
        </w:rPr>
        <w:t>wireshark</w:t>
      </w:r>
      <w:proofErr w:type="spellEnd"/>
      <w:r w:rsidRPr="00424D71">
        <w:rPr>
          <w:b/>
        </w:rPr>
        <w:t xml:space="preserve"> &amp;</w:t>
      </w:r>
    </w:p>
    <w:p w14:paraId="4C569D1D" w14:textId="77777777" w:rsidR="00FC2363" w:rsidRDefault="00FC2363" w:rsidP="00FC2363">
      <w:pPr>
        <w:pStyle w:val="SubStepAlpha"/>
      </w:pPr>
      <w:r>
        <w:t xml:space="preserve">In Wireshark, click </w:t>
      </w:r>
      <w:r>
        <w:rPr>
          <w:b/>
        </w:rPr>
        <w:t xml:space="preserve">File </w:t>
      </w:r>
      <w:r>
        <w:t xml:space="preserve">&gt; </w:t>
      </w:r>
      <w:r>
        <w:rPr>
          <w:b/>
        </w:rPr>
        <w:t>Open</w:t>
      </w:r>
      <w:r>
        <w:t xml:space="preserve">. Select the saved </w:t>
      </w:r>
      <w:proofErr w:type="spellStart"/>
      <w:r>
        <w:t>pcap</w:t>
      </w:r>
      <w:proofErr w:type="spellEnd"/>
      <w:r>
        <w:t xml:space="preserve"> file located at /home/analyst/</w:t>
      </w:r>
      <w:proofErr w:type="spellStart"/>
      <w:r>
        <w:t>capture.pcap</w:t>
      </w:r>
      <w:proofErr w:type="spellEnd"/>
      <w:r>
        <w:t>.</w:t>
      </w:r>
    </w:p>
    <w:p w14:paraId="31D63B13" w14:textId="77777777" w:rsidR="00FC2363" w:rsidRDefault="00FC2363" w:rsidP="00FC2363">
      <w:pPr>
        <w:pStyle w:val="SubStepAlpha"/>
        <w:keepNext/>
      </w:pPr>
      <w:r>
        <w:t xml:space="preserve">Apply a </w:t>
      </w:r>
      <w:proofErr w:type="spellStart"/>
      <w:r w:rsidRPr="005460BB">
        <w:rPr>
          <w:b/>
        </w:rPr>
        <w:t>tcp</w:t>
      </w:r>
      <w:proofErr w:type="spellEnd"/>
      <w:r>
        <w:t xml:space="preserve"> filter to the capture. In this example, the first 3 frames are the interested traffic.</w:t>
      </w:r>
    </w:p>
    <w:p w14:paraId="02A52411" w14:textId="77777777" w:rsidR="00FC2363" w:rsidRDefault="00FC2363" w:rsidP="00FC2363">
      <w:pPr>
        <w:pStyle w:val="CMD"/>
      </w:pPr>
      <w:r w:rsidRPr="007730C3">
        <w:rPr>
          <w:noProof/>
        </w:rPr>
        <w:drawing>
          <wp:inline distT="0" distB="0" distL="0" distR="0" wp14:anchorId="0A7C3104" wp14:editId="59711C7A">
            <wp:extent cx="5486400" cy="847453"/>
            <wp:effectExtent l="19050" t="19050" r="19050" b="10160"/>
            <wp:docPr id="46" name="Picture 46" descr="Screen shot of Wireshark capture showing a tcp fil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847453"/>
                    </a:xfrm>
                    <a:prstGeom prst="rect">
                      <a:avLst/>
                    </a:prstGeom>
                    <a:ln w="1270">
                      <a:solidFill>
                        <a:schemeClr val="accent1"/>
                      </a:solidFill>
                    </a:ln>
                  </pic:spPr>
                </pic:pic>
              </a:graphicData>
            </a:graphic>
          </wp:inline>
        </w:drawing>
      </w:r>
    </w:p>
    <w:p w14:paraId="146563B0" w14:textId="77777777" w:rsidR="00FC2363" w:rsidRDefault="00FC2363" w:rsidP="00FC2363">
      <w:pPr>
        <w:pStyle w:val="Heading3"/>
      </w:pPr>
      <w:r>
        <w:t xml:space="preserve">Examine the </w:t>
      </w:r>
      <w:r w:rsidRPr="00D01E4E">
        <w:rPr>
          <w:noProof/>
        </w:rPr>
        <w:t>information</w:t>
      </w:r>
      <w:r>
        <w:t xml:space="preserve"> within packets including IP addresses, TCP port </w:t>
      </w:r>
      <w:r w:rsidRPr="00D01E4E">
        <w:rPr>
          <w:noProof/>
        </w:rPr>
        <w:t>numbers,</w:t>
      </w:r>
      <w:r>
        <w:t xml:space="preserve"> and TCP control flags.</w:t>
      </w:r>
    </w:p>
    <w:p w14:paraId="10AE23AB" w14:textId="77777777" w:rsidR="00FC2363" w:rsidRDefault="00FC2363" w:rsidP="00FC2363">
      <w:pPr>
        <w:pStyle w:val="SubStepAlpha"/>
      </w:pPr>
      <w:r>
        <w:t xml:space="preserve">In this example, frame 1 is the start of the three-way handshake between the PC and the server on H4. In the packet list pane (top section of the main window), select the first packet, if necessary. </w:t>
      </w:r>
    </w:p>
    <w:p w14:paraId="039B219B" w14:textId="77777777" w:rsidR="00FC2363" w:rsidRDefault="00FC2363" w:rsidP="00FC2363">
      <w:pPr>
        <w:pStyle w:val="SubStepAlpha"/>
      </w:pPr>
      <w:r>
        <w:lastRenderedPageBreak/>
        <w:t xml:space="preserve">Click the </w:t>
      </w:r>
      <w:r>
        <w:rPr>
          <w:b/>
        </w:rPr>
        <w:t>arrow</w:t>
      </w:r>
      <w:r>
        <w:t xml:space="preserve"> to the left of the Transmission Control Protocol in the packet details pane to expand it and examine the TCP information. Locate the source and destination port information.</w:t>
      </w:r>
    </w:p>
    <w:p w14:paraId="7164D98C" w14:textId="77777777" w:rsidR="00FC2363" w:rsidRDefault="00FC2363" w:rsidP="00FC2363">
      <w:pPr>
        <w:pStyle w:val="SubStepAlpha"/>
      </w:pPr>
      <w:r>
        <w:t xml:space="preserve">Click the </w:t>
      </w:r>
      <w:r>
        <w:rPr>
          <w:b/>
        </w:rPr>
        <w:t>arrow</w:t>
      </w:r>
      <w:r>
        <w:t xml:space="preserve"> to the left of the Flags. A value of 1 means that flag is set. Locate the flag that is set in this packet.</w:t>
      </w:r>
    </w:p>
    <w:p w14:paraId="44FAD070" w14:textId="77777777" w:rsidR="00FC2363" w:rsidRDefault="00FC2363" w:rsidP="00FC2363">
      <w:pPr>
        <w:pStyle w:val="BodyTextL50"/>
        <w:keepNext/>
      </w:pPr>
      <w:r>
        <w:rPr>
          <w:b/>
        </w:rPr>
        <w:t>Note</w:t>
      </w:r>
      <w:r w:rsidRPr="00156AE3">
        <w:t>:</w:t>
      </w:r>
      <w:r>
        <w:t xml:space="preserve"> You may have to adjust the top and middle windows sizes within Wireshark to display the necessary information.</w:t>
      </w:r>
    </w:p>
    <w:p w14:paraId="651B26D6" w14:textId="77777777" w:rsidR="00FC2363" w:rsidRDefault="00FC2363" w:rsidP="00F64756">
      <w:pPr>
        <w:pStyle w:val="Visual"/>
        <w:spacing w:after="120"/>
      </w:pPr>
      <w:r w:rsidRPr="005460BB">
        <w:rPr>
          <w:noProof/>
        </w:rPr>
        <w:drawing>
          <wp:inline distT="0" distB="0" distL="0" distR="0" wp14:anchorId="635E4CBC" wp14:editId="33B2AF06">
            <wp:extent cx="5486400" cy="2566307"/>
            <wp:effectExtent l="19050" t="19050" r="19050" b="24765"/>
            <wp:docPr id="1" name="Picture 1" descr="Screenshot of Wireshark capture showing packet details of the Transmission Control Prot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2566307"/>
                    </a:xfrm>
                    <a:prstGeom prst="rect">
                      <a:avLst/>
                    </a:prstGeom>
                    <a:ln w="1270">
                      <a:solidFill>
                        <a:schemeClr val="accent1"/>
                      </a:solidFill>
                    </a:ln>
                  </pic:spPr>
                </pic:pic>
              </a:graphicData>
            </a:graphic>
          </wp:inline>
        </w:drawing>
      </w:r>
    </w:p>
    <w:p w14:paraId="230F4CC9" w14:textId="77777777" w:rsidR="00F64756" w:rsidRDefault="00F64756" w:rsidP="00F64756">
      <w:pPr>
        <w:pStyle w:val="Heading4"/>
      </w:pPr>
      <w:r>
        <w:t>Questions:</w:t>
      </w:r>
    </w:p>
    <w:p w14:paraId="37B63CA3" w14:textId="77777777" w:rsidR="00F64756" w:rsidRDefault="00FC2363" w:rsidP="00F64756">
      <w:pPr>
        <w:pStyle w:val="BodyTextL50"/>
        <w:tabs>
          <w:tab w:val="left" w:leader="underscore" w:pos="10080"/>
        </w:tabs>
        <w:spacing w:before="0"/>
      </w:pPr>
      <w:r>
        <w:t>What is the TCP source port number?</w:t>
      </w:r>
    </w:p>
    <w:p w14:paraId="5DADCAE3" w14:textId="48E6C580" w:rsidR="00FC2363" w:rsidRDefault="00F64756" w:rsidP="00F64756">
      <w:pPr>
        <w:pStyle w:val="AnswerLineL50"/>
      </w:pPr>
      <w:r>
        <w:t>Type your answers here.</w:t>
      </w:r>
    </w:p>
    <w:p w14:paraId="103D6884" w14:textId="77777777" w:rsidR="00F64756" w:rsidRPr="00F64756" w:rsidRDefault="00FC2363" w:rsidP="00F64756">
      <w:pPr>
        <w:pStyle w:val="BodyTextL50"/>
      </w:pPr>
      <w:r w:rsidRPr="00F64756">
        <w:t>How would you classify the source port?</w:t>
      </w:r>
    </w:p>
    <w:p w14:paraId="1EDF4EAC" w14:textId="77777777" w:rsidR="00F64756" w:rsidRDefault="00F64756" w:rsidP="00F64756">
      <w:pPr>
        <w:pStyle w:val="AnswerLineL50"/>
      </w:pPr>
      <w:r>
        <w:t>Type your answers here.</w:t>
      </w:r>
    </w:p>
    <w:p w14:paraId="71161A94" w14:textId="048AA792" w:rsidR="00FC2363" w:rsidRDefault="00FC2363" w:rsidP="00FC2363">
      <w:pPr>
        <w:pStyle w:val="BodyTextL50"/>
        <w:tabs>
          <w:tab w:val="left" w:leader="underscore" w:pos="10080"/>
        </w:tabs>
      </w:pPr>
      <w:r>
        <w:t>What is the TCP destination port number?</w:t>
      </w:r>
    </w:p>
    <w:p w14:paraId="2231E136" w14:textId="77777777" w:rsidR="00F64756" w:rsidRDefault="00F64756" w:rsidP="00F64756">
      <w:pPr>
        <w:pStyle w:val="AnswerLineL50"/>
      </w:pPr>
      <w:r>
        <w:t>Type your answers here.</w:t>
      </w:r>
    </w:p>
    <w:p w14:paraId="2EB59B8D" w14:textId="6A039FB0" w:rsidR="00FC2363" w:rsidRPr="00F64756" w:rsidRDefault="00FC2363" w:rsidP="003B6AF2">
      <w:pPr>
        <w:pStyle w:val="BodyTextL50"/>
        <w:keepNext/>
      </w:pPr>
      <w:r w:rsidRPr="00F64756">
        <w:t>How would you classify the destination port?</w:t>
      </w:r>
    </w:p>
    <w:p w14:paraId="598A9CE1" w14:textId="77777777" w:rsidR="00F64756" w:rsidRDefault="00F64756" w:rsidP="00F64756">
      <w:pPr>
        <w:pStyle w:val="AnswerLineL50"/>
      </w:pPr>
      <w:r>
        <w:t>Type your answers here.</w:t>
      </w:r>
    </w:p>
    <w:p w14:paraId="66CBD830" w14:textId="72440CEA" w:rsidR="00FC2363" w:rsidRPr="00F64756" w:rsidRDefault="00FC2363" w:rsidP="00F64756">
      <w:pPr>
        <w:pStyle w:val="BodyTextL50"/>
      </w:pPr>
      <w:r w:rsidRPr="00F64756">
        <w:t>Which flag (or flags) is set?</w:t>
      </w:r>
    </w:p>
    <w:p w14:paraId="0363A483" w14:textId="77777777" w:rsidR="00F64756" w:rsidRDefault="00F64756" w:rsidP="00F64756">
      <w:pPr>
        <w:pStyle w:val="AnswerLineL50"/>
      </w:pPr>
      <w:r>
        <w:t>Type your answers here.</w:t>
      </w:r>
    </w:p>
    <w:p w14:paraId="4CC74FF1" w14:textId="127C6893" w:rsidR="00FC2363" w:rsidRDefault="00FC2363" w:rsidP="00FC2363">
      <w:pPr>
        <w:pStyle w:val="BodyTextL50"/>
        <w:tabs>
          <w:tab w:val="left" w:leader="underscore" w:pos="10080"/>
        </w:tabs>
      </w:pPr>
      <w:r>
        <w:t>What is the relative sequence number set to?</w:t>
      </w:r>
    </w:p>
    <w:p w14:paraId="14D7ACA7" w14:textId="77777777" w:rsidR="00F64756" w:rsidRDefault="00F64756" w:rsidP="00F64756">
      <w:pPr>
        <w:pStyle w:val="AnswerLineL50"/>
      </w:pPr>
      <w:r>
        <w:t>Type your answers here.</w:t>
      </w:r>
    </w:p>
    <w:p w14:paraId="1DBBE2E2" w14:textId="77777777" w:rsidR="00FC2363" w:rsidRPr="00F64756" w:rsidRDefault="00FC2363" w:rsidP="003B6AF2">
      <w:pPr>
        <w:pStyle w:val="SubStepAlpha"/>
        <w:keepNext/>
        <w:rPr>
          <w:rStyle w:val="AnswerGray"/>
          <w:b w:val="0"/>
          <w:shd w:val="clear" w:color="auto" w:fill="auto"/>
        </w:rPr>
      </w:pPr>
      <w:r w:rsidRPr="00F64756">
        <w:rPr>
          <w:rStyle w:val="AnswerGray"/>
          <w:b w:val="0"/>
          <w:shd w:val="clear" w:color="auto" w:fill="auto"/>
        </w:rPr>
        <w:lastRenderedPageBreak/>
        <w:t>Select the next packet in the three-way handshake. In this example, this is frame 2. This is the web server replying to the initial request to start a session.</w:t>
      </w:r>
    </w:p>
    <w:p w14:paraId="4BFBC55A" w14:textId="77777777" w:rsidR="00FC2363" w:rsidRDefault="00FC2363" w:rsidP="00F64756">
      <w:pPr>
        <w:pStyle w:val="Visual"/>
        <w:spacing w:after="120"/>
      </w:pPr>
      <w:r w:rsidRPr="006A144F">
        <w:rPr>
          <w:noProof/>
        </w:rPr>
        <w:drawing>
          <wp:inline distT="0" distB="0" distL="0" distR="0" wp14:anchorId="68F15424" wp14:editId="0D35D68D">
            <wp:extent cx="5486400" cy="2815590"/>
            <wp:effectExtent l="19050" t="19050" r="19050" b="22860"/>
            <wp:docPr id="47" name="Picture 47" descr="Screen shot of Wireshark packet capture highlighting the  TCP three-way handshake replying to the initial reqest to start a s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2815590"/>
                    </a:xfrm>
                    <a:prstGeom prst="rect">
                      <a:avLst/>
                    </a:prstGeom>
                    <a:ln w="1270">
                      <a:solidFill>
                        <a:schemeClr val="accent1"/>
                      </a:solidFill>
                    </a:ln>
                  </pic:spPr>
                </pic:pic>
              </a:graphicData>
            </a:graphic>
          </wp:inline>
        </w:drawing>
      </w:r>
    </w:p>
    <w:p w14:paraId="7B958D75" w14:textId="3360B831" w:rsidR="00F64756" w:rsidRDefault="00F64756" w:rsidP="00F64756">
      <w:pPr>
        <w:pStyle w:val="Heading4"/>
      </w:pPr>
      <w:r>
        <w:t>Questions:</w:t>
      </w:r>
    </w:p>
    <w:p w14:paraId="14CEF1F4" w14:textId="6FB9A262" w:rsidR="00FC2363" w:rsidRDefault="00FC2363" w:rsidP="00F64756">
      <w:pPr>
        <w:pStyle w:val="BodyTextL50"/>
        <w:tabs>
          <w:tab w:val="left" w:leader="underscore" w:pos="10080"/>
        </w:tabs>
        <w:spacing w:before="0"/>
      </w:pPr>
      <w:r>
        <w:t>What are the values of the source and destination ports?</w:t>
      </w:r>
    </w:p>
    <w:p w14:paraId="3F976EAE" w14:textId="3A555C19" w:rsidR="00F64756" w:rsidRDefault="00F64756" w:rsidP="00F64756">
      <w:pPr>
        <w:pStyle w:val="AnswerLineL50"/>
      </w:pPr>
      <w:r>
        <w:t>Type your answers here.</w:t>
      </w:r>
    </w:p>
    <w:p w14:paraId="39AAFB3E" w14:textId="362F6E73" w:rsidR="00FC2363" w:rsidRDefault="00FC2363" w:rsidP="00FC2363">
      <w:pPr>
        <w:pStyle w:val="BodyTextL50"/>
        <w:tabs>
          <w:tab w:val="left" w:leader="underscore" w:pos="10080"/>
        </w:tabs>
      </w:pPr>
      <w:r>
        <w:t>Which flags are set?</w:t>
      </w:r>
    </w:p>
    <w:p w14:paraId="54AD028D" w14:textId="76B26BB0" w:rsidR="00F64756" w:rsidRDefault="00F64756" w:rsidP="00F64756">
      <w:pPr>
        <w:pStyle w:val="AnswerLineL50"/>
      </w:pPr>
      <w:r>
        <w:t>Type your answers here.</w:t>
      </w:r>
    </w:p>
    <w:p w14:paraId="035C64D7" w14:textId="77777777" w:rsidR="00FC2363" w:rsidRDefault="00FC2363" w:rsidP="00FC2363">
      <w:pPr>
        <w:pStyle w:val="BodyTextL50"/>
      </w:pPr>
      <w:r>
        <w:t>What are the relative sequence and acknowledgment numbers set to?</w:t>
      </w:r>
    </w:p>
    <w:p w14:paraId="0A953EFC" w14:textId="6A5313CE" w:rsidR="00FC2363" w:rsidRDefault="00F64756" w:rsidP="00F64756">
      <w:pPr>
        <w:pStyle w:val="AnswerLineL50"/>
      </w:pPr>
      <w:r>
        <w:t>Type your answers here.</w:t>
      </w:r>
    </w:p>
    <w:p w14:paraId="3BEC2ABD" w14:textId="77777777" w:rsidR="00FC2363" w:rsidRPr="00236D1D" w:rsidRDefault="00FC2363" w:rsidP="00236D1D">
      <w:pPr>
        <w:pStyle w:val="SubStepAlpha"/>
        <w:keepNext/>
      </w:pPr>
      <w:r w:rsidRPr="00236D1D">
        <w:t xml:space="preserve">Finally, select the third packet in the three-way handshake. </w:t>
      </w:r>
    </w:p>
    <w:p w14:paraId="6E305FE3" w14:textId="77777777" w:rsidR="00FC2363" w:rsidRDefault="00FC2363" w:rsidP="00FC2363">
      <w:pPr>
        <w:pStyle w:val="Visual"/>
        <w:rPr>
          <w:rStyle w:val="AnswerGray"/>
          <w:sz w:val="22"/>
          <w:shd w:val="clear" w:color="auto" w:fill="auto"/>
        </w:rPr>
      </w:pPr>
      <w:r w:rsidRPr="006A144F">
        <w:rPr>
          <w:rStyle w:val="AnswerGray"/>
          <w:noProof/>
          <w:sz w:val="22"/>
          <w:shd w:val="clear" w:color="auto" w:fill="auto"/>
        </w:rPr>
        <w:drawing>
          <wp:inline distT="0" distB="0" distL="0" distR="0" wp14:anchorId="6574A128" wp14:editId="465775BD">
            <wp:extent cx="5486400" cy="2798173"/>
            <wp:effectExtent l="19050" t="19050" r="19050" b="21590"/>
            <wp:docPr id="48" name="Picture 48" descr="Screen shot of Wireshark capture of the third packet in the three-way handsh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2798173"/>
                    </a:xfrm>
                    <a:prstGeom prst="rect">
                      <a:avLst/>
                    </a:prstGeom>
                    <a:ln w="1270">
                      <a:solidFill>
                        <a:schemeClr val="accent1"/>
                      </a:solidFill>
                    </a:ln>
                  </pic:spPr>
                </pic:pic>
              </a:graphicData>
            </a:graphic>
          </wp:inline>
        </w:drawing>
      </w:r>
    </w:p>
    <w:p w14:paraId="50DB6F64" w14:textId="4D986F2C" w:rsidR="00FC2363" w:rsidRDefault="00FC2363" w:rsidP="00236D1D">
      <w:pPr>
        <w:pStyle w:val="BodyTextL50"/>
        <w:rPr>
          <w:rStyle w:val="AnswerGray"/>
          <w:b w:val="0"/>
          <w:shd w:val="clear" w:color="auto" w:fill="auto"/>
        </w:rPr>
      </w:pPr>
      <w:r w:rsidRPr="00236D1D">
        <w:rPr>
          <w:rStyle w:val="AnswerGray"/>
          <w:b w:val="0"/>
          <w:shd w:val="clear" w:color="auto" w:fill="auto"/>
        </w:rPr>
        <w:t>Examine the third and final packet of the handshake.</w:t>
      </w:r>
    </w:p>
    <w:p w14:paraId="6BEDD980" w14:textId="6C4A0A93" w:rsidR="00236D1D" w:rsidRPr="0010214A" w:rsidRDefault="00236D1D" w:rsidP="0010214A">
      <w:pPr>
        <w:pStyle w:val="Heading4"/>
      </w:pPr>
      <w:r w:rsidRPr="0010214A">
        <w:lastRenderedPageBreak/>
        <w:t>Question:</w:t>
      </w:r>
    </w:p>
    <w:p w14:paraId="0D4D26C6" w14:textId="15CB8FEA" w:rsidR="00FC2363" w:rsidRPr="00F64756" w:rsidRDefault="00FC2363" w:rsidP="00CF71F2">
      <w:pPr>
        <w:pStyle w:val="BodyTextL50"/>
        <w:spacing w:before="0"/>
      </w:pPr>
      <w:r w:rsidRPr="00F64756">
        <w:t>Which flag (or flags) is set?</w:t>
      </w:r>
    </w:p>
    <w:p w14:paraId="3D5CC80B" w14:textId="584E66E3" w:rsidR="00236D1D" w:rsidRPr="00236D1D" w:rsidRDefault="00236D1D" w:rsidP="00236D1D">
      <w:pPr>
        <w:pStyle w:val="AnswerLineL50"/>
        <w:rPr>
          <w:rStyle w:val="AnswerGray"/>
          <w:b/>
          <w:shd w:val="clear" w:color="auto" w:fill="auto"/>
        </w:rPr>
      </w:pPr>
      <w:r>
        <w:rPr>
          <w:rStyle w:val="AnswerGray"/>
          <w:b/>
          <w:shd w:val="clear" w:color="auto" w:fill="auto"/>
        </w:rPr>
        <w:t>Type your answers here.</w:t>
      </w:r>
    </w:p>
    <w:p w14:paraId="04166223" w14:textId="77777777" w:rsidR="00FC2363" w:rsidRPr="00236D1D" w:rsidRDefault="00FC2363" w:rsidP="00236D1D">
      <w:pPr>
        <w:pStyle w:val="BodyTextL50"/>
      </w:pPr>
      <w:r w:rsidRPr="00236D1D">
        <w:rPr>
          <w:rStyle w:val="AnswerGray"/>
          <w:b w:val="0"/>
          <w:shd w:val="clear" w:color="auto" w:fill="auto"/>
        </w:rPr>
        <w:t>The relative sequence and acknowledgment numbers are set to 1 as a starting point. The TCP connection is established and communication between the source computer and the web server can begin.</w:t>
      </w:r>
    </w:p>
    <w:p w14:paraId="69BF9AF3" w14:textId="77777777" w:rsidR="00FC2363" w:rsidRDefault="00FC2363" w:rsidP="00FC2363">
      <w:pPr>
        <w:pStyle w:val="Heading2"/>
      </w:pPr>
      <w:r>
        <w:t xml:space="preserve">View the packets using </w:t>
      </w:r>
      <w:proofErr w:type="spellStart"/>
      <w:r>
        <w:t>tcpdump</w:t>
      </w:r>
      <w:proofErr w:type="spellEnd"/>
    </w:p>
    <w:p w14:paraId="76A84BFE" w14:textId="77777777" w:rsidR="00FC2363" w:rsidRDefault="00FC2363" w:rsidP="00FC2363">
      <w:pPr>
        <w:pStyle w:val="BodyTextL25"/>
      </w:pPr>
      <w:r>
        <w:t xml:space="preserve">You can also view the </w:t>
      </w:r>
      <w:proofErr w:type="spellStart"/>
      <w:r>
        <w:t>pcap</w:t>
      </w:r>
      <w:proofErr w:type="spellEnd"/>
      <w:r>
        <w:t xml:space="preserve"> file and filter for the desired information.</w:t>
      </w:r>
    </w:p>
    <w:p w14:paraId="317848CF" w14:textId="77777777" w:rsidR="00FC2363" w:rsidRDefault="00FC2363" w:rsidP="00FC2363">
      <w:pPr>
        <w:pStyle w:val="SubStepAlpha"/>
      </w:pPr>
      <w:r>
        <w:t xml:space="preserve">Open a new terminal window, enter </w:t>
      </w:r>
      <w:r>
        <w:rPr>
          <w:b/>
        </w:rPr>
        <w:t xml:space="preserve">man </w:t>
      </w:r>
      <w:proofErr w:type="spellStart"/>
      <w:r>
        <w:rPr>
          <w:b/>
        </w:rPr>
        <w:t>tcpdump</w:t>
      </w:r>
      <w:proofErr w:type="spellEnd"/>
      <w:r>
        <w:t xml:space="preserve">. </w:t>
      </w:r>
      <w:r>
        <w:rPr>
          <w:b/>
        </w:rPr>
        <w:t>Note</w:t>
      </w:r>
      <w:r>
        <w:t>: You may need to press ENTER to see the prompt.</w:t>
      </w:r>
    </w:p>
    <w:p w14:paraId="6E8DF8A6" w14:textId="77777777" w:rsidR="00FC2363" w:rsidRDefault="00FC2363" w:rsidP="00FC2363">
      <w:pPr>
        <w:pStyle w:val="BodyTextL50"/>
      </w:pPr>
      <w:r>
        <w:t xml:space="preserve">Using the manual pages available with the Linux operating system, you read or search through the manual pages for options for selecting the desired information from the </w:t>
      </w:r>
      <w:proofErr w:type="spellStart"/>
      <w:r>
        <w:t>pcap</w:t>
      </w:r>
      <w:proofErr w:type="spellEnd"/>
      <w:r>
        <w:t xml:space="preserve"> file.</w:t>
      </w:r>
    </w:p>
    <w:p w14:paraId="5788F522" w14:textId="77777777" w:rsidR="00FC2363" w:rsidRPr="00FC2363" w:rsidRDefault="00FC2363" w:rsidP="00FC2363">
      <w:pPr>
        <w:pStyle w:val="CMD"/>
      </w:pPr>
      <w:r w:rsidRPr="00FC2363">
        <w:t>[</w:t>
      </w:r>
      <w:proofErr w:type="spellStart"/>
      <w:r w:rsidRPr="00FC2363">
        <w:t>analyst@secOps</w:t>
      </w:r>
      <w:proofErr w:type="spellEnd"/>
      <w:r w:rsidRPr="00FC2363">
        <w:t xml:space="preserve"> </w:t>
      </w:r>
      <w:proofErr w:type="gramStart"/>
      <w:r w:rsidRPr="00FC2363">
        <w:t>~]$</w:t>
      </w:r>
      <w:proofErr w:type="gramEnd"/>
      <w:r w:rsidRPr="00FC2363">
        <w:t xml:space="preserve"> </w:t>
      </w:r>
      <w:r w:rsidRPr="00FC2363">
        <w:rPr>
          <w:b/>
          <w:bCs/>
        </w:rPr>
        <w:t xml:space="preserve">man </w:t>
      </w:r>
      <w:proofErr w:type="spellStart"/>
      <w:r w:rsidRPr="00FC2363">
        <w:rPr>
          <w:b/>
          <w:bCs/>
        </w:rPr>
        <w:t>tcpdump</w:t>
      </w:r>
      <w:proofErr w:type="spellEnd"/>
    </w:p>
    <w:p w14:paraId="3C310ADE" w14:textId="77777777" w:rsidR="00FC2363" w:rsidRDefault="00FC2363" w:rsidP="00FC2363">
      <w:pPr>
        <w:pStyle w:val="CMDOutput"/>
      </w:pPr>
      <w:proofErr w:type="gramStart"/>
      <w:r>
        <w:t>TCPDUMP(</w:t>
      </w:r>
      <w:proofErr w:type="gramEnd"/>
      <w:r>
        <w:t>1)                  General Commands Manual                 TCPDUMP(1)</w:t>
      </w:r>
    </w:p>
    <w:p w14:paraId="407AC79B" w14:textId="77777777" w:rsidR="00FC2363" w:rsidRDefault="00FC2363" w:rsidP="00FC2363">
      <w:pPr>
        <w:pStyle w:val="CMDOutput"/>
      </w:pPr>
    </w:p>
    <w:p w14:paraId="414860CC" w14:textId="77777777" w:rsidR="00FC2363" w:rsidRDefault="00FC2363" w:rsidP="00FC2363">
      <w:pPr>
        <w:pStyle w:val="CMDOutput"/>
      </w:pPr>
      <w:r>
        <w:t>NAME</w:t>
      </w:r>
    </w:p>
    <w:p w14:paraId="10B643A2" w14:textId="77777777" w:rsidR="00FC2363" w:rsidRDefault="00FC2363" w:rsidP="00FC2363">
      <w:pPr>
        <w:pStyle w:val="CMDOutput"/>
      </w:pPr>
      <w:r>
        <w:t xml:space="preserve">       </w:t>
      </w:r>
      <w:proofErr w:type="spellStart"/>
      <w:r>
        <w:t>tcpdump</w:t>
      </w:r>
      <w:proofErr w:type="spellEnd"/>
      <w:r>
        <w:t xml:space="preserve"> - dump traffic on a network</w:t>
      </w:r>
    </w:p>
    <w:p w14:paraId="3B4D694E" w14:textId="77777777" w:rsidR="00FC2363" w:rsidRDefault="00FC2363" w:rsidP="00FC2363">
      <w:pPr>
        <w:pStyle w:val="CMDOutput"/>
      </w:pPr>
    </w:p>
    <w:p w14:paraId="23CDABCE" w14:textId="77777777" w:rsidR="00FC2363" w:rsidRDefault="00FC2363" w:rsidP="00FC2363">
      <w:pPr>
        <w:pStyle w:val="CMDOutput"/>
      </w:pPr>
      <w:r>
        <w:t>SYNOPSIS</w:t>
      </w:r>
    </w:p>
    <w:p w14:paraId="2444C8D7" w14:textId="77777777" w:rsidR="00FC2363" w:rsidRDefault="00FC2363" w:rsidP="00FC2363">
      <w:pPr>
        <w:pStyle w:val="CMDOutput"/>
      </w:pPr>
      <w:r>
        <w:t xml:space="preserve">       </w:t>
      </w:r>
      <w:proofErr w:type="spellStart"/>
      <w:r>
        <w:t>tcpdump</w:t>
      </w:r>
      <w:proofErr w:type="spellEnd"/>
      <w:r>
        <w:t xml:space="preserve"> [ -</w:t>
      </w:r>
      <w:proofErr w:type="spellStart"/>
      <w:r>
        <w:t>AbdDefhHIJKlLnNOpqStuUvxX</w:t>
      </w:r>
      <w:proofErr w:type="spellEnd"/>
      <w:proofErr w:type="gramStart"/>
      <w:r>
        <w:t># ]</w:t>
      </w:r>
      <w:proofErr w:type="gramEnd"/>
      <w:r>
        <w:t xml:space="preserve"> [ -B </w:t>
      </w:r>
      <w:proofErr w:type="spellStart"/>
      <w:r>
        <w:t>buffer_size</w:t>
      </w:r>
      <w:proofErr w:type="spellEnd"/>
      <w:r>
        <w:t xml:space="preserve"> ]</w:t>
      </w:r>
    </w:p>
    <w:p w14:paraId="7DD9B31F" w14:textId="77777777" w:rsidR="00FC2363" w:rsidRDefault="00FC2363" w:rsidP="00FC2363">
      <w:pPr>
        <w:pStyle w:val="CMDOutput"/>
      </w:pPr>
      <w:r>
        <w:t xml:space="preserve">               [ -c </w:t>
      </w:r>
      <w:proofErr w:type="gramStart"/>
      <w:r>
        <w:t>count ]</w:t>
      </w:r>
      <w:proofErr w:type="gramEnd"/>
    </w:p>
    <w:p w14:paraId="23B9B65B" w14:textId="77777777" w:rsidR="00FC2363" w:rsidRDefault="00FC2363" w:rsidP="00FC2363">
      <w:pPr>
        <w:pStyle w:val="CMDOutput"/>
      </w:pPr>
      <w:r>
        <w:t xml:space="preserve">               [ -C </w:t>
      </w:r>
      <w:proofErr w:type="spellStart"/>
      <w:r>
        <w:t>file_</w:t>
      </w:r>
      <w:proofErr w:type="gramStart"/>
      <w:r>
        <w:t>size</w:t>
      </w:r>
      <w:proofErr w:type="spellEnd"/>
      <w:r>
        <w:t xml:space="preserve"> ]</w:t>
      </w:r>
      <w:proofErr w:type="gramEnd"/>
      <w:r>
        <w:t xml:space="preserve"> [ -G </w:t>
      </w:r>
      <w:proofErr w:type="spellStart"/>
      <w:r>
        <w:t>rotate_seconds</w:t>
      </w:r>
      <w:proofErr w:type="spellEnd"/>
      <w:r>
        <w:t xml:space="preserve"> ] [ -F file ]</w:t>
      </w:r>
    </w:p>
    <w:p w14:paraId="269591E8" w14:textId="77777777" w:rsidR="00FC2363" w:rsidRDefault="00FC2363" w:rsidP="00FC2363">
      <w:pPr>
        <w:pStyle w:val="CMDOutput"/>
      </w:pPr>
      <w:r>
        <w:t xml:space="preserve">               [ -</w:t>
      </w:r>
      <w:proofErr w:type="spellStart"/>
      <w:r>
        <w:t>i</w:t>
      </w:r>
      <w:proofErr w:type="spellEnd"/>
      <w:r>
        <w:t xml:space="preserve"> </w:t>
      </w:r>
      <w:proofErr w:type="gramStart"/>
      <w:r>
        <w:t>interface ]</w:t>
      </w:r>
      <w:proofErr w:type="gramEnd"/>
      <w:r>
        <w:t xml:space="preserve"> [ -j </w:t>
      </w:r>
      <w:proofErr w:type="spellStart"/>
      <w:r>
        <w:t>tstamp_type</w:t>
      </w:r>
      <w:proofErr w:type="spellEnd"/>
      <w:r>
        <w:t xml:space="preserve"> ] [ -m module ] [ -M secret ]</w:t>
      </w:r>
    </w:p>
    <w:p w14:paraId="530B4ABF" w14:textId="77777777" w:rsidR="00FC2363" w:rsidRDefault="00FC2363" w:rsidP="00FC2363">
      <w:pPr>
        <w:pStyle w:val="CMDOutput"/>
      </w:pPr>
      <w:r>
        <w:t xml:space="preserve">               [ --</w:t>
      </w:r>
      <w:proofErr w:type="gramStart"/>
      <w:r>
        <w:t>number ]</w:t>
      </w:r>
      <w:proofErr w:type="gramEnd"/>
      <w:r>
        <w:t xml:space="preserve"> [ -Q </w:t>
      </w:r>
      <w:proofErr w:type="spellStart"/>
      <w:r>
        <w:t>in|out|inout</w:t>
      </w:r>
      <w:proofErr w:type="spellEnd"/>
      <w:r>
        <w:t xml:space="preserve"> ]</w:t>
      </w:r>
    </w:p>
    <w:p w14:paraId="733F5694" w14:textId="77777777" w:rsidR="00FC2363" w:rsidRDefault="00FC2363" w:rsidP="00FC2363">
      <w:pPr>
        <w:pStyle w:val="CMDOutput"/>
      </w:pPr>
      <w:r>
        <w:t xml:space="preserve">               [ -r </w:t>
      </w:r>
      <w:proofErr w:type="gramStart"/>
      <w:r>
        <w:t>file ]</w:t>
      </w:r>
      <w:proofErr w:type="gramEnd"/>
      <w:r>
        <w:t xml:space="preserve"> [ -V file ] [ -s </w:t>
      </w:r>
      <w:proofErr w:type="spellStart"/>
      <w:r>
        <w:t>snaplen</w:t>
      </w:r>
      <w:proofErr w:type="spellEnd"/>
      <w:r>
        <w:t xml:space="preserve"> ] [ -T type ] [ -w file ]</w:t>
      </w:r>
    </w:p>
    <w:p w14:paraId="5FE959C2" w14:textId="77777777" w:rsidR="00FC2363" w:rsidRDefault="00FC2363" w:rsidP="00FC2363">
      <w:pPr>
        <w:pStyle w:val="CMDOutput"/>
      </w:pPr>
      <w:r>
        <w:t xml:space="preserve">               [ -W </w:t>
      </w:r>
      <w:proofErr w:type="spellStart"/>
      <w:proofErr w:type="gramStart"/>
      <w:r>
        <w:t>filecount</w:t>
      </w:r>
      <w:proofErr w:type="spellEnd"/>
      <w:r>
        <w:t xml:space="preserve"> ]</w:t>
      </w:r>
      <w:proofErr w:type="gramEnd"/>
    </w:p>
    <w:p w14:paraId="16255A32" w14:textId="77777777" w:rsidR="00FC2363" w:rsidRDefault="00FC2363" w:rsidP="00FC2363">
      <w:pPr>
        <w:pStyle w:val="CMDOutput"/>
      </w:pPr>
      <w:r>
        <w:t xml:space="preserve">               [ -E </w:t>
      </w:r>
      <w:proofErr w:type="spellStart"/>
      <w:r>
        <w:t>spi@ipaddr</w:t>
      </w:r>
      <w:proofErr w:type="spellEnd"/>
      <w:r>
        <w:t xml:space="preserve"> </w:t>
      </w:r>
      <w:proofErr w:type="spellStart"/>
      <w:proofErr w:type="gramStart"/>
      <w:r>
        <w:t>algo:secret</w:t>
      </w:r>
      <w:proofErr w:type="spellEnd"/>
      <w:r>
        <w:t>,...</w:t>
      </w:r>
      <w:proofErr w:type="gramEnd"/>
      <w:r>
        <w:t xml:space="preserve">  ]</w:t>
      </w:r>
    </w:p>
    <w:p w14:paraId="3201E72A" w14:textId="77777777" w:rsidR="00FC2363" w:rsidRDefault="00FC2363" w:rsidP="00FC2363">
      <w:pPr>
        <w:pStyle w:val="CMDOutput"/>
      </w:pPr>
      <w:r>
        <w:t xml:space="preserve">               [ -y </w:t>
      </w:r>
      <w:proofErr w:type="spellStart"/>
      <w:proofErr w:type="gramStart"/>
      <w:r>
        <w:t>datalinktype</w:t>
      </w:r>
      <w:proofErr w:type="spellEnd"/>
      <w:r>
        <w:t xml:space="preserve"> ]</w:t>
      </w:r>
      <w:proofErr w:type="gramEnd"/>
      <w:r>
        <w:t xml:space="preserve"> [ -z </w:t>
      </w:r>
      <w:proofErr w:type="spellStart"/>
      <w:r>
        <w:t>postrotate</w:t>
      </w:r>
      <w:proofErr w:type="spellEnd"/>
      <w:r>
        <w:t>-command ] [ -Z user ]</w:t>
      </w:r>
    </w:p>
    <w:p w14:paraId="0E0DF62D" w14:textId="77777777" w:rsidR="00FC2363" w:rsidRDefault="00FC2363" w:rsidP="00FC2363">
      <w:pPr>
        <w:pStyle w:val="CMDOutput"/>
      </w:pPr>
      <w:r>
        <w:t xml:space="preserve">               [ --time-stamp-precision=</w:t>
      </w:r>
      <w:proofErr w:type="spellStart"/>
      <w:r>
        <w:t>tstamp_</w:t>
      </w:r>
      <w:proofErr w:type="gramStart"/>
      <w:r>
        <w:t>precision</w:t>
      </w:r>
      <w:proofErr w:type="spellEnd"/>
      <w:r>
        <w:t xml:space="preserve"> ]</w:t>
      </w:r>
      <w:proofErr w:type="gramEnd"/>
    </w:p>
    <w:p w14:paraId="48A9CD80" w14:textId="77777777" w:rsidR="00FC2363" w:rsidRDefault="00FC2363" w:rsidP="00FC2363">
      <w:pPr>
        <w:pStyle w:val="CMDOutput"/>
      </w:pPr>
      <w:r>
        <w:t xml:space="preserve">               [ --immediate-</w:t>
      </w:r>
      <w:proofErr w:type="gramStart"/>
      <w:r>
        <w:t>mode ]</w:t>
      </w:r>
      <w:proofErr w:type="gramEnd"/>
      <w:r>
        <w:t xml:space="preserve"> [ --version ]</w:t>
      </w:r>
    </w:p>
    <w:p w14:paraId="353D8756" w14:textId="77777777" w:rsidR="00FC2363" w:rsidRDefault="00FC2363" w:rsidP="00FC2363">
      <w:pPr>
        <w:pStyle w:val="CMDOutput"/>
      </w:pPr>
      <w:r>
        <w:t xml:space="preserve">               [ </w:t>
      </w:r>
      <w:proofErr w:type="gramStart"/>
      <w:r>
        <w:t>expression ]</w:t>
      </w:r>
      <w:proofErr w:type="gramEnd"/>
    </w:p>
    <w:p w14:paraId="147DADEF" w14:textId="77777777" w:rsidR="00FC2363" w:rsidRDefault="00FC2363" w:rsidP="00FC2363">
      <w:pPr>
        <w:pStyle w:val="CMD"/>
      </w:pPr>
      <w:r>
        <w:t>&lt;some output omitted&gt;</w:t>
      </w:r>
    </w:p>
    <w:p w14:paraId="15CAC656" w14:textId="77777777" w:rsidR="00F64756" w:rsidRDefault="00FC2363" w:rsidP="00FC2363">
      <w:pPr>
        <w:pStyle w:val="BodyTextL50"/>
      </w:pPr>
      <w:r>
        <w:t xml:space="preserve">To search through the man pages, you can use / (searching forward) </w:t>
      </w:r>
      <w:proofErr w:type="gramStart"/>
      <w:r>
        <w:t>or ?</w:t>
      </w:r>
      <w:proofErr w:type="gramEnd"/>
      <w:r>
        <w:t xml:space="preserve"> (searching backward) to find specific terms, and </w:t>
      </w:r>
      <w:r>
        <w:rPr>
          <w:b/>
        </w:rPr>
        <w:t xml:space="preserve">n </w:t>
      </w:r>
      <w:r>
        <w:t xml:space="preserve">to forward to the next match and </w:t>
      </w:r>
      <w:r>
        <w:rPr>
          <w:b/>
        </w:rPr>
        <w:t>q</w:t>
      </w:r>
      <w:r>
        <w:t xml:space="preserve"> to quit. For example, search for the information on the switch -r, type </w:t>
      </w:r>
      <w:r>
        <w:rPr>
          <w:b/>
        </w:rPr>
        <w:t>/-r</w:t>
      </w:r>
      <w:r>
        <w:t xml:space="preserve">. Type </w:t>
      </w:r>
      <w:r>
        <w:rPr>
          <w:b/>
        </w:rPr>
        <w:t xml:space="preserve">n </w:t>
      </w:r>
      <w:r>
        <w:t>to move to the next match.</w:t>
      </w:r>
    </w:p>
    <w:p w14:paraId="4C433FAF" w14:textId="65E273AF" w:rsidR="00F64756" w:rsidRDefault="00F64756" w:rsidP="00F64756">
      <w:pPr>
        <w:pStyle w:val="Heading4"/>
      </w:pPr>
      <w:r>
        <w:t>Question:</w:t>
      </w:r>
    </w:p>
    <w:p w14:paraId="34866C70" w14:textId="1F27931B" w:rsidR="00FC2363" w:rsidRDefault="00FC2363" w:rsidP="00F64756">
      <w:pPr>
        <w:pStyle w:val="BodyTextL50"/>
        <w:spacing w:before="0"/>
      </w:pPr>
      <w:r>
        <w:t xml:space="preserve">What does the switch </w:t>
      </w:r>
      <w:r>
        <w:rPr>
          <w:b/>
        </w:rPr>
        <w:t>-r</w:t>
      </w:r>
      <w:r>
        <w:t xml:space="preserve"> do?</w:t>
      </w:r>
    </w:p>
    <w:p w14:paraId="725F7F0F" w14:textId="496DBF26" w:rsidR="00FC2363" w:rsidRDefault="00FC2363" w:rsidP="003B6AF2">
      <w:pPr>
        <w:pStyle w:val="AnswerLineL50"/>
        <w:spacing w:after="360"/>
      </w:pPr>
      <w:r>
        <w:t>Type your answers here.</w:t>
      </w:r>
    </w:p>
    <w:p w14:paraId="424BAC77" w14:textId="77777777" w:rsidR="00FC2363" w:rsidRPr="00C62B96" w:rsidRDefault="00FC2363" w:rsidP="00FC2363">
      <w:pPr>
        <w:pStyle w:val="SubStepAlpha"/>
      </w:pPr>
      <w:r>
        <w:t>In the same terminal, open the capture file using the following command to view the first 3 TCP packets captured:</w:t>
      </w:r>
    </w:p>
    <w:p w14:paraId="6C2433D5" w14:textId="77777777" w:rsidR="00FC2363" w:rsidRPr="00FC2363" w:rsidRDefault="00FC2363" w:rsidP="00FC2363">
      <w:pPr>
        <w:pStyle w:val="CMD"/>
        <w:rPr>
          <w:rStyle w:val="AnswerGray"/>
          <w:rFonts w:ascii="Courier New" w:hAnsi="Courier New"/>
          <w:b w:val="0"/>
          <w:shd w:val="clear" w:color="auto" w:fill="auto"/>
        </w:rPr>
      </w:pPr>
      <w:r w:rsidRPr="00FC2363">
        <w:rPr>
          <w:rStyle w:val="AnswerGray"/>
          <w:rFonts w:ascii="Courier New" w:hAnsi="Courier New"/>
          <w:b w:val="0"/>
          <w:shd w:val="clear" w:color="auto" w:fill="auto"/>
        </w:rPr>
        <w:t>[</w:t>
      </w:r>
      <w:proofErr w:type="spellStart"/>
      <w:r w:rsidRPr="00FC2363">
        <w:rPr>
          <w:rStyle w:val="AnswerGray"/>
          <w:rFonts w:ascii="Courier New" w:hAnsi="Courier New"/>
          <w:b w:val="0"/>
          <w:shd w:val="clear" w:color="auto" w:fill="auto"/>
        </w:rPr>
        <w:t>analyst@secOps</w:t>
      </w:r>
      <w:proofErr w:type="spellEnd"/>
      <w:r w:rsidRPr="00FC2363">
        <w:rPr>
          <w:rStyle w:val="AnswerGray"/>
          <w:rFonts w:ascii="Courier New" w:hAnsi="Courier New"/>
          <w:b w:val="0"/>
          <w:shd w:val="clear" w:color="auto" w:fill="auto"/>
        </w:rPr>
        <w:t xml:space="preserve"> </w:t>
      </w:r>
      <w:proofErr w:type="gramStart"/>
      <w:r w:rsidRPr="00FC2363">
        <w:rPr>
          <w:rStyle w:val="AnswerGray"/>
          <w:rFonts w:ascii="Courier New" w:hAnsi="Courier New"/>
          <w:b w:val="0"/>
          <w:shd w:val="clear" w:color="auto" w:fill="auto"/>
        </w:rPr>
        <w:t>~]$</w:t>
      </w:r>
      <w:proofErr w:type="gramEnd"/>
      <w:r w:rsidRPr="00FC2363">
        <w:rPr>
          <w:rStyle w:val="AnswerGray"/>
          <w:rFonts w:ascii="Courier New" w:hAnsi="Courier New"/>
          <w:b w:val="0"/>
          <w:shd w:val="clear" w:color="auto" w:fill="auto"/>
        </w:rPr>
        <w:t xml:space="preserve"> </w:t>
      </w:r>
      <w:proofErr w:type="spellStart"/>
      <w:r w:rsidRPr="00FC2363">
        <w:rPr>
          <w:rStyle w:val="AnswerGray"/>
          <w:rFonts w:ascii="Courier New" w:hAnsi="Courier New"/>
          <w:bCs/>
          <w:shd w:val="clear" w:color="auto" w:fill="auto"/>
        </w:rPr>
        <w:t>tcpdump</w:t>
      </w:r>
      <w:proofErr w:type="spellEnd"/>
      <w:r w:rsidRPr="00FC2363">
        <w:rPr>
          <w:rStyle w:val="AnswerGray"/>
          <w:rFonts w:ascii="Courier New" w:hAnsi="Courier New"/>
          <w:bCs/>
          <w:shd w:val="clear" w:color="auto" w:fill="auto"/>
        </w:rPr>
        <w:t xml:space="preserve"> -r /home/analyst/</w:t>
      </w:r>
      <w:proofErr w:type="spellStart"/>
      <w:r w:rsidRPr="00FC2363">
        <w:rPr>
          <w:rStyle w:val="AnswerGray"/>
          <w:rFonts w:ascii="Courier New" w:hAnsi="Courier New"/>
          <w:bCs/>
          <w:shd w:val="clear" w:color="auto" w:fill="auto"/>
        </w:rPr>
        <w:t>capture.pcap</w:t>
      </w:r>
      <w:proofErr w:type="spellEnd"/>
      <w:r w:rsidRPr="00FC2363">
        <w:rPr>
          <w:rStyle w:val="AnswerGray"/>
          <w:rFonts w:ascii="Courier New" w:hAnsi="Courier New"/>
          <w:bCs/>
          <w:shd w:val="clear" w:color="auto" w:fill="auto"/>
        </w:rPr>
        <w:t xml:space="preserve"> </w:t>
      </w:r>
      <w:proofErr w:type="spellStart"/>
      <w:r w:rsidRPr="00FC2363">
        <w:rPr>
          <w:rStyle w:val="AnswerGray"/>
          <w:rFonts w:ascii="Courier New" w:hAnsi="Courier New"/>
          <w:bCs/>
          <w:shd w:val="clear" w:color="auto" w:fill="auto"/>
        </w:rPr>
        <w:t>tcp</w:t>
      </w:r>
      <w:proofErr w:type="spellEnd"/>
      <w:r w:rsidRPr="00FC2363">
        <w:rPr>
          <w:rStyle w:val="AnswerGray"/>
          <w:rFonts w:ascii="Courier New" w:hAnsi="Courier New"/>
          <w:bCs/>
          <w:shd w:val="clear" w:color="auto" w:fill="auto"/>
        </w:rPr>
        <w:t xml:space="preserve"> -c 3</w:t>
      </w:r>
    </w:p>
    <w:p w14:paraId="43E57414" w14:textId="77777777" w:rsidR="00FC2363" w:rsidRPr="00FC2363" w:rsidRDefault="00FC2363" w:rsidP="00FC2363">
      <w:pPr>
        <w:pStyle w:val="CMDOutput"/>
      </w:pPr>
      <w:r w:rsidRPr="00FC2363">
        <w:t xml:space="preserve">reading from file </w:t>
      </w:r>
      <w:proofErr w:type="spellStart"/>
      <w:proofErr w:type="gramStart"/>
      <w:r w:rsidRPr="00FC2363">
        <w:t>capture.pcap</w:t>
      </w:r>
      <w:proofErr w:type="spellEnd"/>
      <w:proofErr w:type="gramEnd"/>
      <w:r w:rsidRPr="00FC2363">
        <w:t>, link-type EN10MB (Ethernet)</w:t>
      </w:r>
    </w:p>
    <w:p w14:paraId="54A30D4A" w14:textId="77777777" w:rsidR="00FC2363" w:rsidRPr="00FC2363" w:rsidRDefault="00FC2363" w:rsidP="00FC2363">
      <w:pPr>
        <w:pStyle w:val="CMDOutput"/>
      </w:pPr>
      <w:r w:rsidRPr="00FC2363">
        <w:t>13:58:30.647462 IP 10.0.0.11.58716 &gt; 172.16.0.</w:t>
      </w:r>
      <w:proofErr w:type="gramStart"/>
      <w:r w:rsidRPr="00FC2363">
        <w:t>40.http</w:t>
      </w:r>
      <w:proofErr w:type="gramEnd"/>
      <w:r w:rsidRPr="00FC2363">
        <w:t>: Flags [S], seq 2432755549, win 29200, options [</w:t>
      </w:r>
      <w:proofErr w:type="spellStart"/>
      <w:r w:rsidRPr="00FC2363">
        <w:t>mss</w:t>
      </w:r>
      <w:proofErr w:type="spellEnd"/>
      <w:r w:rsidRPr="00FC2363">
        <w:t xml:space="preserve"> 1460,sackOK,TS </w:t>
      </w:r>
      <w:proofErr w:type="spellStart"/>
      <w:r w:rsidRPr="00FC2363">
        <w:t>val</w:t>
      </w:r>
      <w:proofErr w:type="spellEnd"/>
      <w:r w:rsidRPr="00FC2363">
        <w:t xml:space="preserve"> 3864513189 </w:t>
      </w:r>
      <w:proofErr w:type="spellStart"/>
      <w:r w:rsidRPr="00FC2363">
        <w:t>ecr</w:t>
      </w:r>
      <w:proofErr w:type="spellEnd"/>
      <w:r w:rsidRPr="00FC2363">
        <w:t xml:space="preserve"> 0,nop,wscale 9], length 0</w:t>
      </w:r>
    </w:p>
    <w:p w14:paraId="0E41AA8D" w14:textId="77777777" w:rsidR="00FC2363" w:rsidRPr="00FC2363" w:rsidRDefault="00FC2363" w:rsidP="00FC2363">
      <w:pPr>
        <w:pStyle w:val="CMDOutput"/>
      </w:pPr>
      <w:r w:rsidRPr="00FC2363">
        <w:lastRenderedPageBreak/>
        <w:t>13:58:30.647543 IP 172.16.0.</w:t>
      </w:r>
      <w:proofErr w:type="gramStart"/>
      <w:r w:rsidRPr="00FC2363">
        <w:t>40.http</w:t>
      </w:r>
      <w:proofErr w:type="gramEnd"/>
      <w:r w:rsidRPr="00FC2363">
        <w:t xml:space="preserve"> &gt; 10.0.0.11.58716: Flags [S.], seq 1766419191, ack 2432755550, win 28960, options [</w:t>
      </w:r>
      <w:proofErr w:type="spellStart"/>
      <w:r w:rsidRPr="00FC2363">
        <w:t>mss</w:t>
      </w:r>
      <w:proofErr w:type="spellEnd"/>
      <w:r w:rsidRPr="00FC2363">
        <w:t xml:space="preserve"> 1460,sackOK,TS </w:t>
      </w:r>
      <w:proofErr w:type="spellStart"/>
      <w:r w:rsidRPr="00FC2363">
        <w:t>val</w:t>
      </w:r>
      <w:proofErr w:type="spellEnd"/>
      <w:r w:rsidRPr="00FC2363">
        <w:t xml:space="preserve"> 50557410 </w:t>
      </w:r>
      <w:proofErr w:type="spellStart"/>
      <w:r w:rsidRPr="00FC2363">
        <w:t>ecr</w:t>
      </w:r>
      <w:proofErr w:type="spellEnd"/>
      <w:r w:rsidRPr="00FC2363">
        <w:t xml:space="preserve"> 3864513189,nop,wscale 9], length 0</w:t>
      </w:r>
    </w:p>
    <w:p w14:paraId="08388E76" w14:textId="77777777" w:rsidR="00FC2363" w:rsidRPr="00FC2363" w:rsidRDefault="00FC2363" w:rsidP="00FC2363">
      <w:pPr>
        <w:pStyle w:val="CMDOutput"/>
      </w:pPr>
      <w:r w:rsidRPr="00FC2363">
        <w:t>13:58:30.647544 IP 10.0.0.11.58716 &gt; 172.16.0.</w:t>
      </w:r>
      <w:proofErr w:type="gramStart"/>
      <w:r w:rsidRPr="00FC2363">
        <w:t>40.http</w:t>
      </w:r>
      <w:proofErr w:type="gramEnd"/>
      <w:r w:rsidRPr="00FC2363">
        <w:t>: Flags [.], ack 1, win 58, options [</w:t>
      </w:r>
      <w:proofErr w:type="spellStart"/>
      <w:r w:rsidRPr="00FC2363">
        <w:t>nop,nop,TS</w:t>
      </w:r>
      <w:proofErr w:type="spellEnd"/>
      <w:r w:rsidRPr="00FC2363">
        <w:t xml:space="preserve"> </w:t>
      </w:r>
      <w:proofErr w:type="spellStart"/>
      <w:r w:rsidRPr="00FC2363">
        <w:t>val</w:t>
      </w:r>
      <w:proofErr w:type="spellEnd"/>
      <w:r w:rsidRPr="00FC2363">
        <w:t xml:space="preserve"> 3864513189 </w:t>
      </w:r>
      <w:proofErr w:type="spellStart"/>
      <w:r w:rsidRPr="00FC2363">
        <w:t>ecr</w:t>
      </w:r>
      <w:proofErr w:type="spellEnd"/>
      <w:r w:rsidRPr="00FC2363">
        <w:t xml:space="preserve"> 50557410], length 0</w:t>
      </w:r>
    </w:p>
    <w:p w14:paraId="7CBDF0EC" w14:textId="77777777" w:rsidR="00FC2363" w:rsidRPr="00FC2363" w:rsidRDefault="00FC2363" w:rsidP="00FC2363">
      <w:pPr>
        <w:pStyle w:val="BodyTextL50"/>
        <w:rPr>
          <w:rStyle w:val="AnswerGray"/>
          <w:b w:val="0"/>
          <w:shd w:val="clear" w:color="auto" w:fill="auto"/>
        </w:rPr>
      </w:pPr>
      <w:r w:rsidRPr="00FC2363">
        <w:rPr>
          <w:rStyle w:val="AnswerGray"/>
          <w:b w:val="0"/>
          <w:shd w:val="clear" w:color="auto" w:fill="auto"/>
        </w:rPr>
        <w:t xml:space="preserve">To view the 3-way handshake, you may need to increase the number of lines after the </w:t>
      </w:r>
      <w:r w:rsidRPr="00FC2363">
        <w:rPr>
          <w:rStyle w:val="AnswerGray"/>
          <w:bCs/>
          <w:shd w:val="clear" w:color="auto" w:fill="auto"/>
        </w:rPr>
        <w:t>-c</w:t>
      </w:r>
      <w:r w:rsidRPr="00FC2363">
        <w:rPr>
          <w:rStyle w:val="AnswerGray"/>
          <w:b w:val="0"/>
          <w:shd w:val="clear" w:color="auto" w:fill="auto"/>
        </w:rPr>
        <w:t xml:space="preserve"> option.</w:t>
      </w:r>
    </w:p>
    <w:p w14:paraId="1DD08672" w14:textId="77777777" w:rsidR="00FC2363" w:rsidRDefault="00FC2363" w:rsidP="00FC2363">
      <w:pPr>
        <w:pStyle w:val="SubStepAlpha"/>
      </w:pPr>
      <w:r>
        <w:t xml:space="preserve">Navigate to the terminal used to start Mininet. Terminate the Mininet by entering quit in the main </w:t>
      </w:r>
      <w:proofErr w:type="spellStart"/>
      <w:r>
        <w:t>CyberOps</w:t>
      </w:r>
      <w:proofErr w:type="spellEnd"/>
      <w:r>
        <w:t xml:space="preserve"> VM terminal window.</w:t>
      </w:r>
    </w:p>
    <w:p w14:paraId="63C28EDD" w14:textId="77777777" w:rsidR="00FC2363" w:rsidRDefault="00FC2363" w:rsidP="00FC2363">
      <w:pPr>
        <w:pStyle w:val="CMD"/>
      </w:pPr>
      <w:proofErr w:type="spellStart"/>
      <w:r>
        <w:t>mininet</w:t>
      </w:r>
      <w:proofErr w:type="spellEnd"/>
      <w:r>
        <w:t xml:space="preserve">&gt; </w:t>
      </w:r>
      <w:r w:rsidRPr="00574D8A">
        <w:rPr>
          <w:b/>
        </w:rPr>
        <w:t>quit</w:t>
      </w:r>
    </w:p>
    <w:p w14:paraId="39EFB11E" w14:textId="77777777" w:rsidR="00FC2363" w:rsidRDefault="00FC2363" w:rsidP="00FC2363">
      <w:pPr>
        <w:pStyle w:val="CMDOutput"/>
      </w:pPr>
      <w:r>
        <w:t>*** Stopping 0 controllers</w:t>
      </w:r>
    </w:p>
    <w:p w14:paraId="3B6A96E7" w14:textId="77777777" w:rsidR="00FC2363" w:rsidRDefault="00FC2363" w:rsidP="00FC2363">
      <w:pPr>
        <w:pStyle w:val="CMDOutput"/>
      </w:pPr>
    </w:p>
    <w:p w14:paraId="032BEEF1" w14:textId="77777777" w:rsidR="00FC2363" w:rsidRDefault="00FC2363" w:rsidP="00FC2363">
      <w:pPr>
        <w:pStyle w:val="CMDOutput"/>
      </w:pPr>
      <w:r>
        <w:t>*** Stopping 2 terms</w:t>
      </w:r>
    </w:p>
    <w:p w14:paraId="477A50EB" w14:textId="77777777" w:rsidR="00FC2363" w:rsidRDefault="00FC2363" w:rsidP="00FC2363">
      <w:pPr>
        <w:pStyle w:val="CMDOutput"/>
      </w:pPr>
      <w:r>
        <w:t>*** Stopping 5 links</w:t>
      </w:r>
    </w:p>
    <w:p w14:paraId="3A7F1826" w14:textId="77777777" w:rsidR="00FC2363" w:rsidRDefault="00FC2363" w:rsidP="00FC2363">
      <w:pPr>
        <w:pStyle w:val="CMDOutput"/>
      </w:pPr>
      <w:r>
        <w:t>.....</w:t>
      </w:r>
    </w:p>
    <w:p w14:paraId="38CE2CF1" w14:textId="77777777" w:rsidR="00FC2363" w:rsidRDefault="00FC2363" w:rsidP="00FC2363">
      <w:pPr>
        <w:pStyle w:val="CMDOutput"/>
      </w:pPr>
      <w:r>
        <w:t>*** Stopping 1 switches</w:t>
      </w:r>
    </w:p>
    <w:p w14:paraId="589EE9CC" w14:textId="77777777" w:rsidR="00FC2363" w:rsidRDefault="00FC2363" w:rsidP="00FC2363">
      <w:pPr>
        <w:pStyle w:val="CMDOutput"/>
      </w:pPr>
      <w:r>
        <w:t xml:space="preserve">s1 </w:t>
      </w:r>
    </w:p>
    <w:p w14:paraId="637C258D" w14:textId="77777777" w:rsidR="00FC2363" w:rsidRDefault="00FC2363" w:rsidP="00FC2363">
      <w:pPr>
        <w:pStyle w:val="CMDOutput"/>
      </w:pPr>
      <w:r>
        <w:t>*** Stopping 5 hosts</w:t>
      </w:r>
    </w:p>
    <w:p w14:paraId="2CB98863" w14:textId="77777777" w:rsidR="00FC2363" w:rsidRDefault="00FC2363" w:rsidP="00FC2363">
      <w:pPr>
        <w:pStyle w:val="CMDOutput"/>
      </w:pPr>
      <w:r>
        <w:t xml:space="preserve">H1 H2 H3 H4 R1 </w:t>
      </w:r>
    </w:p>
    <w:p w14:paraId="64B20299" w14:textId="77777777" w:rsidR="00FC2363" w:rsidRDefault="00FC2363" w:rsidP="00FC2363">
      <w:pPr>
        <w:pStyle w:val="CMDOutput"/>
      </w:pPr>
      <w:r>
        <w:t>*** Done</w:t>
      </w:r>
    </w:p>
    <w:p w14:paraId="1C1A901C" w14:textId="77777777" w:rsidR="00FC2363" w:rsidRDefault="00FC2363" w:rsidP="00FC2363">
      <w:pPr>
        <w:pStyle w:val="CMDOutput"/>
      </w:pPr>
      <w:r>
        <w:t>[</w:t>
      </w:r>
      <w:proofErr w:type="spellStart"/>
      <w:r>
        <w:t>analyst@secOps</w:t>
      </w:r>
      <w:proofErr w:type="spellEnd"/>
      <w:r>
        <w:t xml:space="preserve"> </w:t>
      </w:r>
      <w:proofErr w:type="gramStart"/>
      <w:r>
        <w:t>~]$</w:t>
      </w:r>
      <w:proofErr w:type="gramEnd"/>
    </w:p>
    <w:p w14:paraId="4217448F" w14:textId="77777777" w:rsidR="00FC2363" w:rsidRDefault="00FC2363" w:rsidP="00FC2363">
      <w:pPr>
        <w:pStyle w:val="SubStepAlpha"/>
      </w:pPr>
      <w:r>
        <w:t xml:space="preserve">After quitting Mininet, enter </w:t>
      </w:r>
      <w:proofErr w:type="spellStart"/>
      <w:r>
        <w:rPr>
          <w:b/>
        </w:rPr>
        <w:t>sudo</w:t>
      </w:r>
      <w:proofErr w:type="spellEnd"/>
      <w:r>
        <w:rPr>
          <w:b/>
        </w:rPr>
        <w:t xml:space="preserve"> </w:t>
      </w:r>
      <w:proofErr w:type="spellStart"/>
      <w:r>
        <w:rPr>
          <w:b/>
        </w:rPr>
        <w:t>mn</w:t>
      </w:r>
      <w:proofErr w:type="spellEnd"/>
      <w:r>
        <w:rPr>
          <w:b/>
        </w:rPr>
        <w:t xml:space="preserve"> -c</w:t>
      </w:r>
      <w:r w:rsidRPr="00725D6F">
        <w:t xml:space="preserve"> to clean up </w:t>
      </w:r>
      <w:r>
        <w:t>t</w:t>
      </w:r>
      <w:r w:rsidRPr="00725D6F">
        <w:t>he process</w:t>
      </w:r>
      <w:r>
        <w:t>es</w:t>
      </w:r>
      <w:r w:rsidRPr="00725D6F">
        <w:t xml:space="preserve"> </w:t>
      </w:r>
      <w:r>
        <w:t>started by</w:t>
      </w:r>
      <w:r w:rsidRPr="00725D6F">
        <w:t xml:space="preserve"> Mininet</w:t>
      </w:r>
      <w:r>
        <w:t xml:space="preserve">. Enter the password </w:t>
      </w:r>
      <w:proofErr w:type="spellStart"/>
      <w:r>
        <w:rPr>
          <w:b/>
        </w:rPr>
        <w:t>cyberops</w:t>
      </w:r>
      <w:proofErr w:type="spellEnd"/>
      <w:r>
        <w:t xml:space="preserve"> when prompted.</w:t>
      </w:r>
    </w:p>
    <w:p w14:paraId="11ADF93E" w14:textId="77777777" w:rsidR="00FC2363" w:rsidRDefault="00FC2363" w:rsidP="00FC2363">
      <w:pPr>
        <w:pStyle w:val="CMD"/>
        <w:rPr>
          <w:b/>
        </w:rPr>
      </w:pPr>
      <w:r>
        <w:t>[</w:t>
      </w:r>
      <w:proofErr w:type="spellStart"/>
      <w:r>
        <w:t>analyst@secOps</w:t>
      </w:r>
      <w:proofErr w:type="spellEnd"/>
      <w:r>
        <w:t xml:space="preserve"> </w:t>
      </w:r>
      <w:proofErr w:type="gramStart"/>
      <w:r>
        <w:t>~]$</w:t>
      </w:r>
      <w:proofErr w:type="gramEnd"/>
      <w:r>
        <w:t xml:space="preserve"> </w:t>
      </w:r>
      <w:proofErr w:type="spellStart"/>
      <w:r w:rsidRPr="00725D6F">
        <w:rPr>
          <w:b/>
        </w:rPr>
        <w:t>sudo</w:t>
      </w:r>
      <w:proofErr w:type="spellEnd"/>
      <w:r w:rsidRPr="00725D6F">
        <w:rPr>
          <w:b/>
        </w:rPr>
        <w:t xml:space="preserve"> </w:t>
      </w:r>
      <w:proofErr w:type="spellStart"/>
      <w:r w:rsidRPr="00725D6F">
        <w:rPr>
          <w:b/>
        </w:rPr>
        <w:t>mn</w:t>
      </w:r>
      <w:proofErr w:type="spellEnd"/>
      <w:r w:rsidRPr="00725D6F">
        <w:rPr>
          <w:b/>
        </w:rPr>
        <w:t xml:space="preserve"> -c</w:t>
      </w:r>
    </w:p>
    <w:p w14:paraId="5A3F8A73" w14:textId="77777777" w:rsidR="00FC2363" w:rsidRDefault="00FC2363" w:rsidP="00FC2363">
      <w:pPr>
        <w:pStyle w:val="CMDOutput"/>
      </w:pPr>
      <w:r>
        <w:t>[</w:t>
      </w:r>
      <w:proofErr w:type="spellStart"/>
      <w:r>
        <w:t>sudo</w:t>
      </w:r>
      <w:proofErr w:type="spellEnd"/>
      <w:r>
        <w:t>] password for analyst:</w:t>
      </w:r>
    </w:p>
    <w:p w14:paraId="52AF5031" w14:textId="15600652" w:rsidR="00FC2363" w:rsidRDefault="00FC2363" w:rsidP="00FC2363">
      <w:pPr>
        <w:pStyle w:val="Heading1"/>
        <w:numPr>
          <w:ilvl w:val="0"/>
          <w:numId w:val="3"/>
        </w:numPr>
      </w:pPr>
      <w:r>
        <w:t>Reflection Questions</w:t>
      </w:r>
    </w:p>
    <w:p w14:paraId="2AA44FA7" w14:textId="77777777" w:rsidR="00FC2363" w:rsidRPr="001C55AF" w:rsidRDefault="00FC2363" w:rsidP="00FC2363">
      <w:pPr>
        <w:pStyle w:val="ReflectionQ"/>
        <w:keepNext w:val="0"/>
      </w:pPr>
      <w:r w:rsidRPr="001C55AF">
        <w:t xml:space="preserve">There are hundreds of filters available in Wireshark. A large network could have numerous filters and many different types of traffic. </w:t>
      </w:r>
      <w:r>
        <w:t>List</w:t>
      </w:r>
      <w:r w:rsidRPr="001C55AF">
        <w:t xml:space="preserve"> three filters </w:t>
      </w:r>
      <w:r>
        <w:t xml:space="preserve">that </w:t>
      </w:r>
      <w:r w:rsidRPr="001C55AF">
        <w:t>might be useful to a network administrator</w:t>
      </w:r>
      <w:r>
        <w:t>.</w:t>
      </w:r>
    </w:p>
    <w:p w14:paraId="319539B9" w14:textId="4403E4B6" w:rsidR="00FC2363" w:rsidRPr="001B2D22" w:rsidRDefault="00FC2363" w:rsidP="003B6AF2">
      <w:pPr>
        <w:pStyle w:val="AnswerLineL25"/>
        <w:spacing w:after="960"/>
      </w:pPr>
      <w:r>
        <w:t>Type your answers here.</w:t>
      </w:r>
    </w:p>
    <w:p w14:paraId="1BCC0957" w14:textId="77777777" w:rsidR="00FC2363" w:rsidRDefault="00FC2363" w:rsidP="00FC2363">
      <w:pPr>
        <w:pStyle w:val="ReflectionQ"/>
        <w:keepNext w:val="0"/>
      </w:pPr>
      <w:r>
        <w:t>What other ways could Wireshark be used in a production network?</w:t>
      </w:r>
    </w:p>
    <w:p w14:paraId="509A48D5" w14:textId="3491E872" w:rsidR="00FC2363" w:rsidRDefault="00FC2363" w:rsidP="003B6AF2">
      <w:pPr>
        <w:pStyle w:val="AnswerLineL25"/>
        <w:spacing w:after="960"/>
      </w:pPr>
      <w:r>
        <w:t>Type your answers here.</w:t>
      </w:r>
    </w:p>
    <w:p w14:paraId="77FCC60B" w14:textId="58AA387F" w:rsidR="00C162C0" w:rsidRPr="00FC2363" w:rsidRDefault="00FC2363" w:rsidP="00FC2363">
      <w:pPr>
        <w:pStyle w:val="ConfigWindow"/>
      </w:pPr>
      <w:r w:rsidRPr="00FC2363">
        <w:t>End of document</w:t>
      </w:r>
    </w:p>
    <w:sectPr w:rsidR="00C162C0" w:rsidRPr="00FC2363" w:rsidSect="009C3182">
      <w:headerReference w:type="default" r:id="rId14"/>
      <w:footerReference w:type="default" r:id="rId15"/>
      <w:headerReference w:type="first" r:id="rId16"/>
      <w:footerReference w:type="first" r:id="rId17"/>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B7C380" w14:textId="77777777" w:rsidR="004E2229" w:rsidRDefault="004E2229" w:rsidP="00710659">
      <w:pPr>
        <w:spacing w:after="0" w:line="240" w:lineRule="auto"/>
      </w:pPr>
      <w:r>
        <w:separator/>
      </w:r>
    </w:p>
    <w:p w14:paraId="32D3F764" w14:textId="77777777" w:rsidR="004E2229" w:rsidRDefault="004E2229"/>
  </w:endnote>
  <w:endnote w:type="continuationSeparator" w:id="0">
    <w:p w14:paraId="4545EA16" w14:textId="77777777" w:rsidR="004E2229" w:rsidRDefault="004E2229" w:rsidP="00710659">
      <w:pPr>
        <w:spacing w:after="0" w:line="240" w:lineRule="auto"/>
      </w:pPr>
      <w:r>
        <w:continuationSeparator/>
      </w:r>
    </w:p>
    <w:p w14:paraId="26322164" w14:textId="77777777" w:rsidR="004E2229" w:rsidRDefault="004E22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1268D" w14:textId="3EC7DC4C"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7C2002">
          <w:t>2018</w:t>
        </w:r>
      </w:sdtContent>
    </w:sdt>
    <w:r>
      <w:t xml:space="preserve"> - </w:t>
    </w:r>
    <w:r>
      <w:fldChar w:fldCharType="begin"/>
    </w:r>
    <w:r>
      <w:instrText xml:space="preserve"> SAVEDATE  \@ "yyyy"  \* MERGEFORMAT </w:instrText>
    </w:r>
    <w:r>
      <w:fldChar w:fldCharType="separate"/>
    </w:r>
    <w:r w:rsidR="0009695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22A2C" w14:textId="641E99CE"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7C2002">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09695D">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684B8" w14:textId="77777777" w:rsidR="004E2229" w:rsidRDefault="004E2229" w:rsidP="00710659">
      <w:pPr>
        <w:spacing w:after="0" w:line="240" w:lineRule="auto"/>
      </w:pPr>
      <w:r>
        <w:separator/>
      </w:r>
    </w:p>
    <w:p w14:paraId="1DCE6781" w14:textId="77777777" w:rsidR="004E2229" w:rsidRDefault="004E2229"/>
  </w:footnote>
  <w:footnote w:type="continuationSeparator" w:id="0">
    <w:p w14:paraId="5AD84D53" w14:textId="77777777" w:rsidR="004E2229" w:rsidRDefault="004E2229" w:rsidP="00710659">
      <w:pPr>
        <w:spacing w:after="0" w:line="240" w:lineRule="auto"/>
      </w:pPr>
      <w:r>
        <w:continuationSeparator/>
      </w:r>
    </w:p>
    <w:p w14:paraId="371B5979" w14:textId="77777777" w:rsidR="004E2229" w:rsidRDefault="004E22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40E161C9A3464F6C83E372A91BB29DCE"/>
      </w:placeholder>
      <w:dataBinding w:prefixMappings="xmlns:ns0='http://purl.org/dc/elements/1.1/' xmlns:ns1='http://schemas.openxmlformats.org/package/2006/metadata/core-properties' " w:xpath="/ns1:coreProperties[1]/ns0:title[1]" w:storeItemID="{6C3C8BC8-F283-45AE-878A-BAB7291924A1}"/>
      <w:text/>
    </w:sdtPr>
    <w:sdtEndPr/>
    <w:sdtContent>
      <w:p w14:paraId="0CA95B91" w14:textId="77777777" w:rsidR="00926CB2" w:rsidRDefault="007060A0" w:rsidP="008402F2">
        <w:pPr>
          <w:pStyle w:val="PageHead"/>
        </w:pPr>
        <w:r>
          <w:t>Lab - Using Wireshark to Observe the TCP 3-Way Handshake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EE89F" w14:textId="77777777" w:rsidR="00926CB2" w:rsidRDefault="00882B63" w:rsidP="006C3FCF">
    <w:pPr>
      <w:ind w:left="-288"/>
    </w:pPr>
    <w:r>
      <w:rPr>
        <w:noProof/>
      </w:rPr>
      <w:drawing>
        <wp:inline distT="0" distB="0" distL="0" distR="0" wp14:anchorId="0A51D053" wp14:editId="7FB1AB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A987014"/>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9B9342E"/>
    <w:multiLevelType w:val="hybridMultilevel"/>
    <w:tmpl w:val="1772C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3"/>
  </w:num>
  <w:num w:numId="12">
    <w:abstractNumId w:val="3"/>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0A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695D"/>
    <w:rsid w:val="00097163"/>
    <w:rsid w:val="000A22C8"/>
    <w:rsid w:val="000B2344"/>
    <w:rsid w:val="000B7DE5"/>
    <w:rsid w:val="000C2118"/>
    <w:rsid w:val="000C333E"/>
    <w:rsid w:val="000C5EF2"/>
    <w:rsid w:val="000C6425"/>
    <w:rsid w:val="000C6E6E"/>
    <w:rsid w:val="000C7B7D"/>
    <w:rsid w:val="000D3A6F"/>
    <w:rsid w:val="000D55B4"/>
    <w:rsid w:val="000E65F0"/>
    <w:rsid w:val="000F072C"/>
    <w:rsid w:val="000F2074"/>
    <w:rsid w:val="000F31D7"/>
    <w:rsid w:val="000F6743"/>
    <w:rsid w:val="001006C2"/>
    <w:rsid w:val="00101BE8"/>
    <w:rsid w:val="0010214A"/>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36D1D"/>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389B"/>
    <w:rsid w:val="003A19DC"/>
    <w:rsid w:val="003A1B45"/>
    <w:rsid w:val="003A220C"/>
    <w:rsid w:val="003A5A1D"/>
    <w:rsid w:val="003B256A"/>
    <w:rsid w:val="003B3C7B"/>
    <w:rsid w:val="003B46FC"/>
    <w:rsid w:val="003B5767"/>
    <w:rsid w:val="003B6AF2"/>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2229"/>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1A07"/>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60A0"/>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002"/>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330C"/>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60"/>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1C83"/>
    <w:rsid w:val="00B62809"/>
    <w:rsid w:val="00B72F2A"/>
    <w:rsid w:val="00B74716"/>
    <w:rsid w:val="00B7675A"/>
    <w:rsid w:val="00B81898"/>
    <w:rsid w:val="00B82DED"/>
    <w:rsid w:val="00B85FAD"/>
    <w:rsid w:val="00B8606B"/>
    <w:rsid w:val="00B86B48"/>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1F2"/>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2E59"/>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4756"/>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2363"/>
    <w:rsid w:val="00FD1398"/>
    <w:rsid w:val="00FD33AB"/>
    <w:rsid w:val="00FD3BA4"/>
    <w:rsid w:val="00FD4724"/>
    <w:rsid w:val="00FD4A68"/>
    <w:rsid w:val="00FD68ED"/>
    <w:rsid w:val="00FD7E00"/>
    <w:rsid w:val="00FE2824"/>
    <w:rsid w:val="00FE2EA5"/>
    <w:rsid w:val="00FE2F0E"/>
    <w:rsid w:val="00FE53F2"/>
    <w:rsid w:val="00FE661F"/>
    <w:rsid w:val="00FE6E86"/>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02B5B7"/>
  <w15:docId w15:val="{E5BC6BB8-E3E9-4D3D-9057-D74165874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FC236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DF2E5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0214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0214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F2E5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google.com"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0E161C9A3464F6C83E372A91BB29DCE"/>
        <w:category>
          <w:name w:val="General"/>
          <w:gallery w:val="placeholder"/>
        </w:category>
        <w:types>
          <w:type w:val="bbPlcHdr"/>
        </w:types>
        <w:behaviors>
          <w:behavior w:val="content"/>
        </w:behaviors>
        <w:guid w:val="{7337C4A6-3638-4B51-8990-73878E556708}"/>
      </w:docPartPr>
      <w:docPartBody>
        <w:p w:rsidR="00D6534D" w:rsidRDefault="00C05626">
          <w:pPr>
            <w:pStyle w:val="40E161C9A3464F6C83E372A91BB29DCE"/>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626"/>
    <w:rsid w:val="00362FE1"/>
    <w:rsid w:val="00551A6C"/>
    <w:rsid w:val="00C05626"/>
    <w:rsid w:val="00D6534D"/>
    <w:rsid w:val="00F46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0E161C9A3464F6C83E372A91BB29DCE">
    <w:name w:val="40E161C9A3464F6C83E372A91BB29D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EEF1C4-A365-4608-ACF5-BE68C0EAC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6</Pages>
  <Words>1149</Words>
  <Characters>6554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Lab - Using Wireshark to Observe the TCP 3-Way Handshake</vt:lpstr>
    </vt:vector>
  </TitlesOfParts>
  <Company>Cisco Systems, Inc.</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Using Wireshark to Observe the TCP 3-Way Handshake</dc:title>
  <dc:creator>SP</dc:creator>
  <dc:description>2018</dc:description>
  <cp:lastModifiedBy>Suk-Yi Pennock -X (spennock - UNICON INC at Cisco)</cp:lastModifiedBy>
  <cp:revision>5</cp:revision>
  <cp:lastPrinted>2020-07-16T02:44:00Z</cp:lastPrinted>
  <dcterms:created xsi:type="dcterms:W3CDTF">2020-07-16T02:43:00Z</dcterms:created>
  <dcterms:modified xsi:type="dcterms:W3CDTF">2020-07-16T02:45:00Z</dcterms:modified>
</cp:coreProperties>
</file>